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1DD0D" w14:textId="77777777" w:rsidR="00D14C30" w:rsidRPr="00D14C30" w:rsidRDefault="00D14C30" w:rsidP="00D14C3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14C3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SARS-CoV-2/human/USA/FL-CDC-ASC210567745/2021, complete genome</w:t>
      </w:r>
    </w:p>
    <w:p w14:paraId="3D5A358E" w14:textId="77777777" w:rsidR="00D14C30" w:rsidRPr="00D14C30" w:rsidRDefault="00D14C30" w:rsidP="00D14C3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t>GenBank: OM156164.1</w:t>
      </w:r>
    </w:p>
    <w:p w14:paraId="48C56FE9" w14:textId="77777777" w:rsidR="00D14C30" w:rsidRPr="00D14C30" w:rsidRDefault="00D14C30" w:rsidP="00D14C3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"https://www.ncbi.nlm.nih.gov/nuccore/OM156164.1?report=fasta" </w:instrText>
      </w:r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14C3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"https://www.ncbi.nlm.nih.gov/nuccore/OM156164.1?report=graph" </w:instrText>
      </w:r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14C3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56164.1"/>
    <w:bookmarkEnd w:id="1"/>
    <w:p w14:paraId="596329FD" w14:textId="77777777" w:rsidR="00D14C30" w:rsidRPr="00D14C30" w:rsidRDefault="00D14C30" w:rsidP="00D14C3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"https://www.ncbi.nlm.nih.gov/nuccore/OM156164.1" \l "goto2173438658_0" </w:instrText>
      </w:r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14C3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14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C4EC1C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LOCUS       OM156164               29799 bp    RNA     linear   VRL 06-JAN-2022</w:t>
      </w:r>
    </w:p>
    <w:p w14:paraId="046CB43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594AF31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SARS-CoV-2/human/USA/FL-CDC-ASC210567745/2021, complete genome.</w:t>
      </w:r>
    </w:p>
    <w:p w14:paraId="2B5D2B1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ACCESSION   OM156164</w:t>
      </w:r>
    </w:p>
    <w:p w14:paraId="304A50B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VERSION     OM156164.1</w:t>
      </w:r>
    </w:p>
    <w:p w14:paraId="2E06798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970369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BioSample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"https://www.ncbi.nlm.nih.gov/biosample/SAMN24667125"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SAMN24667125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0EAE17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spellEnd"/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7DD8B5A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DBD814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A15C19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5FB058E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0B4F85B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04C9714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bases 1 to 29799)</w:t>
      </w:r>
    </w:p>
    <w:p w14:paraId="3F0AB82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947C5C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17C193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0DF773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7EC7F8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6E500A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3A572A1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CF66DE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4E2FD9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bases 1 to 29799)</w:t>
      </w:r>
    </w:p>
    <w:p w14:paraId="2326D54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3D00B3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F49EB7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Clark,C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1DBAC9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Campbell,P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Case,R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Ghorpade,V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Houdeshell,H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Kvalvaag,O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37A08A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Nall,D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Sanders,E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Vest,A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Westlund,S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Hardison,M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BAA038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3455E90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EDA422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(06-JAN-2022) Respiratory Viruses Branch, Division of</w:t>
      </w:r>
    </w:p>
    <w:p w14:paraId="7627E4D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7383322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B27A31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56164.1"/>
      <w:bookmarkEnd w:id="2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AA76CC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Dragen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COVID Lineage v3.5.4</w:t>
      </w:r>
    </w:p>
    <w:p w14:paraId="5404476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: Illumina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NovaSeq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6000</w:t>
      </w:r>
    </w:p>
    <w:p w14:paraId="4334676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C70AA1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56164.1"/>
      <w:bookmarkEnd w:id="3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93A515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29799</w:t>
      </w:r>
    </w:p>
    <w:p w14:paraId="6D4EF1F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08A53A2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5B5485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56A4AE0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/isolate="SARS-CoV-2/human/USA/FL-CDC-ASC210567745/2021"</w:t>
      </w:r>
    </w:p>
    <w:p w14:paraId="06B4675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="Nasal - Anterior Nares"</w:t>
      </w:r>
    </w:p>
    <w:p w14:paraId="51EDE5B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E92D7F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746FA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57EB5D3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="2021-12-22"</w:t>
      </w:r>
    </w:p>
    <w:p w14:paraId="7B63C5C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"https://www.ncbi.nlm.nih.gov/nuccore/OM156164.1?from=241&amp;to=21518"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21518</w:t>
      </w:r>
    </w:p>
    <w:p w14:paraId="3DA6F8A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9DC94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"https://www.ncbi.nlm.nih.gov/nuccore/OM156164.1?location=241:13431,13431:21518"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241..13431,13431..21518)</w:t>
      </w:r>
    </w:p>
    <w:p w14:paraId="4540766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0A0DD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7DC1466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AB67C5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5CDD66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"https://www.ncbi.nlm.nih.gov/protein/2173438659"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UIE00435.1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A5EB9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C4B6A4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438F3A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7E7D04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32E8E6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C1B133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5BCE51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AAE9C5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7AFC95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DCBB00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2CB07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F7AC0B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33FED2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7974E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C8711F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4CA271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49C9A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BCA366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2796F23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4D773D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884A22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34C925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B97295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118B8C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74A40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1C540D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755369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B1C51C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87A93C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1848B5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4E181A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A38050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2271A6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12C579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D2990A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E9F2B1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B45C63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ED1D4D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2DE2F8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0D2A44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BF4842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E7F39B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1D50D7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573A4F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08B894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41ED0A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D363D7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4E05A6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DF7D72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805ACD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CC3FEF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619C55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5B472A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69F0E3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EF0370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07B0CF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BAD0CE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8D534C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65703A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334B29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7B4A4F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829B4E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30EEB7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E6B5E3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80A29B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8F0159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D7A460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6DE8A6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271AE1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E31C76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6BAD89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912DD9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3CC869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853E4F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5837B4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01BFD7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CD7DFC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0B0A07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308166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84F160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D0BCF8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925132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E5BD5D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426A44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979A44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A9FA86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A0D7B1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238409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312472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F4097D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C0D992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0BA222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FBDCF1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FBFA9A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6DB9B4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1E083B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D2A525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BA65A7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7E8F57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F1DFAE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C30130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B564DC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28F2B68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250BD0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E70453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41BB44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5E1122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681C7F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BE052B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7D26BE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E818D7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B1E3D8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22ADED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1B4FCC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7517FF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CA6BFE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41D025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7EED1D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FF5EF7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8F07C7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CE327E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17EF13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DF856B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B24A4B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"https://www.ncbi.nlm.nih.gov/protein/UIE00435.1?from=1&amp;to=180"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780</w:t>
      </w:r>
    </w:p>
    <w:p w14:paraId="57CFFDA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44106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B36BDA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"https://www.ncbi.nlm.nih.gov/protein/UIE00435.1?from=181&amp;to=818"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781..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2694</w:t>
      </w:r>
    </w:p>
    <w:p w14:paraId="4E166EE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A99FC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F64A6C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"https://www.ncbi.nlm.nih.gov/protein/UIE00435.1?from=819&amp;to=2762"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2695..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8526</w:t>
      </w:r>
    </w:p>
    <w:p w14:paraId="535E432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4337E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7C4D27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"https://www.ncbi.nlm.nih.gov/protein/UIE00435.1?from=2763&amp;to=3262"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8527..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10026</w:t>
      </w:r>
    </w:p>
    <w:p w14:paraId="64CA08F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C8179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83D1C5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"https://www.ncbi.nlm.nih.gov/protein/UIE00435.1?from=3263&amp;to=3568"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10027..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10944</w:t>
      </w:r>
    </w:p>
    <w:p w14:paraId="3B745F4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786A2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88C626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"https://www.ncbi.nlm.nih.gov/protein/UIE00435.1?from=3569&amp;to=3855"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10945..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11805</w:t>
      </w:r>
    </w:p>
    <w:p w14:paraId="3CA90C4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48AC1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FE3C2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"https://www.ncbi.nlm.nih.gov/protein/UIE00435.1?from=3856&amp;to=3938"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11806..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12054</w:t>
      </w:r>
    </w:p>
    <w:p w14:paraId="1656898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E7907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E9EA99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"https://www.ncbi.nlm.nih.gov/protein/UIE00435.1?from=3939&amp;to=4136"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12055..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12648</w:t>
      </w:r>
    </w:p>
    <w:p w14:paraId="47DD80D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A58B2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4D8547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"https://www.ncbi.nlm.nih.gov/protein/UIE00435.1?from=4137&amp;to=4249"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12649..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12987</w:t>
      </w:r>
    </w:p>
    <w:p w14:paraId="3A2C8E3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5927B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955F08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"https://www.ncbi.nlm.nih.gov/protein/UIE00435.1?from=4250&amp;to=4388"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12988..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13404</w:t>
      </w:r>
    </w:p>
    <w:p w14:paraId="60FA0CD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CC6A9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4227A8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"https://www.ncbi.nlm.nih.gov/protein/UIE00435.1?from=4389&amp;to=5320"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13405..13431,13431..16199)</w:t>
      </w:r>
    </w:p>
    <w:p w14:paraId="39C2515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B79CC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507134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"https://www.ncbi.nlm.nih.gov/protein/UIE00435.1?from=5321&amp;to=5921"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16200..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18002</w:t>
      </w:r>
    </w:p>
    <w:p w14:paraId="4B7C5F0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56FC5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D1A88A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"https://www.ncbi.nlm.nih.gov/protein/UIE00435.1?from=5922&amp;to=6448"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18003..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19583</w:t>
      </w:r>
    </w:p>
    <w:p w14:paraId="4DF9C87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8D180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9DEF23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"https://www.ncbi.nlm.nih.gov/protein/UIE00435.1?from=6449&amp;to=6794"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19584..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20621</w:t>
      </w:r>
    </w:p>
    <w:p w14:paraId="78FE507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61D02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7B49C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"https://www.ncbi.nlm.nih.gov/protein/UIE00435.1?from=6795&amp;to=7092"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20622..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21515</w:t>
      </w:r>
    </w:p>
    <w:p w14:paraId="72CB0AF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FDF3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8D36A8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"https://www.ncbi.nlm.nih.gov/nuccore/OM156164.1?from=241&amp;to=13446"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13446</w:t>
      </w:r>
    </w:p>
    <w:p w14:paraId="71AB326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BAA14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5CA937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788E2B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"https://www.ncbi.nlm.nih.gov/protein/2173438660"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UIE00436.1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6DC10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292CE6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50553B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8691E3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3B83D0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E0A1FB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56F981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52A26F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D2664B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4F2B22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DA9246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CE6AA5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822599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68D3212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6ACFE8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5ADAE4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303B1D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FCA22A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89F43B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0F4C8E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9CBF31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039F43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A5B3AD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8EC7DC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3A12B6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90BFE6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C2B1D9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D1B0CD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1C8458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B21544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8AB96E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9C873E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A13654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520E7A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64A8F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B40D9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07B04E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A779C4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9B2835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0667C7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6C2FBC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14149B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0B5140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DCED6C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313052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BB9C07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018CB5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23E28C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5AF5D5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39CC6E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0872C7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CC0981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3973DD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C2C1D4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36BDAC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1BB5B25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48721C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F2779E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87D607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CEBDB7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F4EB98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A300EF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0BBDA6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1B74B4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FCEFDA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2E54E2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1F4E6D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B48C5C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1D8774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864AEA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98DA1B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9821A9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F43BBC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48854E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D2D186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60EDB8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30879E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73A2F3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"https://www.ncbi.nlm.nih.gov/protein/UIE00436.1?from=1&amp;to=180"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241..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780</w:t>
      </w:r>
    </w:p>
    <w:p w14:paraId="5E31708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B78D7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1BAE99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"https://www.ncbi.nlm.nih.gov/protein/UIE00436.1?from=181&amp;to=818"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781..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2694</w:t>
      </w:r>
    </w:p>
    <w:p w14:paraId="7A9F499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D852D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4EE2F0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"https://www.ncbi.nlm.nih.gov/protein/UIE00436.1?from=819&amp;to=2762"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2695..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8526</w:t>
      </w:r>
    </w:p>
    <w:p w14:paraId="008E4F1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7C3C3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F1F835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"https://www.ncbi.nlm.nih.gov/protein/UIE00436.1?from=2763&amp;to=3262"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8527..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10026</w:t>
      </w:r>
    </w:p>
    <w:p w14:paraId="66FE992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46C41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5DC718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"https://www.ncbi.nlm.nih.gov/protein/UIE00436.1?from=3263&amp;to=3568"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10027..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10944</w:t>
      </w:r>
    </w:p>
    <w:p w14:paraId="34FD22F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33110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822302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"https://www.ncbi.nlm.nih.gov/protein/UIE00436.1?from=3569&amp;to=3855"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10945..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11805</w:t>
      </w:r>
    </w:p>
    <w:p w14:paraId="129F5CB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B4593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FCFFF3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"https://www.ncbi.nlm.nih.gov/protein/UIE00436.1?from=3856&amp;to=3938"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11806..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12054</w:t>
      </w:r>
    </w:p>
    <w:p w14:paraId="797F494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32A461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7D097F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"https://www.ncbi.nlm.nih.gov/protein/UIE00436.1?from=3939&amp;to=4136"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12055..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12648</w:t>
      </w:r>
    </w:p>
    <w:p w14:paraId="0863630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DB047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84846C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"https://www.ncbi.nlm.nih.gov/protein/UIE00436.1?from=4137&amp;to=4249"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12649..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12987</w:t>
      </w:r>
    </w:p>
    <w:p w14:paraId="67CFA3B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9A85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A4CA05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"https://www.ncbi.nlm.nih.gov/protein/UIE00436.1?from=4250&amp;to=4388"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12988..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13404</w:t>
      </w:r>
    </w:p>
    <w:p w14:paraId="38AF4DE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4C177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A2C2E4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"https://www.ncbi.nlm.nih.gov/protein/UIE00436.1?from=4389&amp;to=4401"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13405..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13443</w:t>
      </w:r>
    </w:p>
    <w:p w14:paraId="6BF9418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538DB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46F9B3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"https://www.ncbi.nlm.nih.gov/nuccore/OM156164.1?from=13439&amp;to=13466"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13439..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13466</w:t>
      </w:r>
    </w:p>
    <w:p w14:paraId="68A3482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12F31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1041EF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6255F6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"https://www.ncbi.nlm.nih.gov/nuccore/OM156164.1?from=13451&amp;to=13505"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13451..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13505</w:t>
      </w:r>
    </w:p>
    <w:p w14:paraId="32CA7CB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1F4C9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4C9FF5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456149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"https://www.ncbi.nlm.nih.gov/nuccore/OM156164.1?from=21526&amp;to=25338"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21526..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25338</w:t>
      </w:r>
    </w:p>
    <w:p w14:paraId="5561EFB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93695D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"https://www.ncbi.nlm.nih.gov/nuccore/OM156164.1?from=21526&amp;to=25338"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21526..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25338</w:t>
      </w:r>
    </w:p>
    <w:p w14:paraId="2E1F998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516E8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80A7B3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5252FE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"https://www.ncbi.nlm.nih.gov/protein/2173438661"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UIE00437.1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ABFC6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6FFA1F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7F5355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50BC4F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F90DFD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3E85BA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411DF8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CB821A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EF073B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RLFRKSNLKPFERDISTEIYQAGNKPCNGVEGFNCYFPLRSYSFRPTYGVGHQPYRVV</w:t>
      </w:r>
    </w:p>
    <w:p w14:paraId="2994F29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22BC8B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4C045A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F3E3AA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15D81C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5B483FA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DBDCDE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5908BD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551225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49FA48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B785E2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3C01EF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C6F95D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FD3F28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10B2EC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"https://www.ncbi.nlm.nih.gov/nuccore/OM156164.1?from=25347&amp;to=26174"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25347..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26174</w:t>
      </w:r>
    </w:p>
    <w:p w14:paraId="250F7D1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E3D9BB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"https://www.ncbi.nlm.nih.gov/nuccore/OM156164.1?from=25347&amp;to=26174"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25347..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26174</w:t>
      </w:r>
    </w:p>
    <w:p w14:paraId="7C8AA23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D7DF01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370B9F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699F15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"https://www.ncbi.nlm.nih.gov/protein/2173438662"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UIE00438.1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CCAFE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985498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96359C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377D99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7E28B4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907244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"https://www.ncbi.nlm.nih.gov/nuccore/OM156164.1?from=26199&amp;to=26426"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26199..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26426</w:t>
      </w:r>
    </w:p>
    <w:p w14:paraId="0208663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745B6A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"https://www.ncbi.nlm.nih.gov/nuccore/OM156164.1?from=26199&amp;to=26426"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26199..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26426</w:t>
      </w:r>
    </w:p>
    <w:p w14:paraId="687BFAE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7548A0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13F941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F21320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"https://www.ncbi.nlm.nih.gov/protein/2173438663"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UIE00439.1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8A656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360304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C27E45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"https://www.ncbi.nlm.nih.gov/nuccore/OM156164.1?from=26477&amp;to=27145"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26477..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27145</w:t>
      </w:r>
    </w:p>
    <w:p w14:paraId="116E9B7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B4F0C3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"https://www.ncbi.nlm.nih.gov/nuccore/OM156164.1?from=26477&amp;to=27145"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26477..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27145</w:t>
      </w:r>
    </w:p>
    <w:p w14:paraId="029511C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BD7805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563784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40A112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"https://www.ncbi.nlm.nih.gov/protein/2173438664"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UIE00440.1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40414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91551A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1E96B9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FARTRSMWSFNPETNILLNVPLHGTILTRPLLESELVIGAVILRGHLRIAGHHLGXCD</w:t>
      </w:r>
    </w:p>
    <w:p w14:paraId="72D1ABD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IKDLPKEITVATXRTLSYYKLGASQRVAGDSGFAAYSRYRIGNYKLNTDHSSSSDNIA</w:t>
      </w:r>
    </w:p>
    <w:p w14:paraId="70B9459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EAFD2E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"https://www.ncbi.nlm.nih.gov/nuccore/OM156164.1?from=27156&amp;to=27341"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27156..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27341</w:t>
      </w:r>
    </w:p>
    <w:p w14:paraId="0A39C28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4E979A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"https://www.ncbi.nlm.nih.gov/nuccore/OM156164.1?from=27156&amp;to=27341"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27156..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27341</w:t>
      </w:r>
    </w:p>
    <w:p w14:paraId="6BEC109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A4581C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790216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F5F620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"https://www.ncbi.nlm.nih.gov/protein/2173438665"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UIE00441.1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3FD9E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196E0A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4349AC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"https://www.ncbi.nlm.nih.gov/nuccore/OM156164.1?from=27348&amp;to=27713"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27348..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27713</w:t>
      </w:r>
    </w:p>
    <w:p w14:paraId="61222AF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6D736C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"https://www.ncbi.nlm.nih.gov/nuccore/OM156164.1?from=27348&amp;to=27713"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27348..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27713</w:t>
      </w:r>
    </w:p>
    <w:p w14:paraId="395E0D9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83D5A9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4CA085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5AD9F4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"https://www.ncbi.nlm.nih.gov/protein/2173438666"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UIE00442.1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C46C2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A766D6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C4F388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639149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"https://www.ncbi.nlm.nih.gov/nuccore/OM156164.1?from=27710&amp;to=27841"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27710..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27841</w:t>
      </w:r>
    </w:p>
    <w:p w14:paraId="66D70A5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2B49B9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"https://www.ncbi.nlm.nih.gov/nuccore/OM156164.1?from=27710&amp;to=27841"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27710..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27841</w:t>
      </w:r>
    </w:p>
    <w:p w14:paraId="45C311C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78EED0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127A2D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89F23F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"https://www.ncbi.nlm.nih.gov/protein/2173438667"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UIE00443.1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3493E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81BBDF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"https://www.ncbi.nlm.nih.gov/nuccore/OM156164.1?from=27848&amp;to=28213"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27848..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28213</w:t>
      </w:r>
    </w:p>
    <w:p w14:paraId="5B53A8E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382E58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"https://www.ncbi.nlm.nih.gov/nuccore/OM156164.1?from=27848&amp;to=28213"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27848..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28213</w:t>
      </w:r>
    </w:p>
    <w:p w14:paraId="3FAD514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714D33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4F7891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7534CD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"https://www.ncbi.nlm.nih.gov/protein/2173438668"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UIE00444.1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B795F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B0117F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4016CD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5BA708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"https://www.ncbi.nlm.nih.gov/nuccore/OM156164.1?from=28228&amp;to=29478"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28228..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29478</w:t>
      </w:r>
    </w:p>
    <w:p w14:paraId="3C7B591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3147DD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"https://www.ncbi.nlm.nih.gov/nuccore/OM156164.1?from=28228&amp;to=29478"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28228..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29478</w:t>
      </w:r>
    </w:p>
    <w:p w14:paraId="242DC3A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AB7D03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8BC5D3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D511BD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"https://www.ncbi.nlm.nih.gov/protein/2173438669"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UIE00445.1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A6C40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7BC0DC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4684F3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0B41AB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870E21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D9EC53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F0039D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6B8317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34F8BA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"https://www.ncbi.nlm.nih.gov/nuccore/OM156164.1?from=29503&amp;to=29619"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29503..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29619</w:t>
      </w:r>
    </w:p>
    <w:p w14:paraId="7DAE9B6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8CAEA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"https://www.ncbi.nlm.nih.gov/nuccore/OM156164.1?from=29503&amp;to=29619"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29503..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29619</w:t>
      </w:r>
    </w:p>
    <w:p w14:paraId="6615672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223FB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2F4454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013565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"https://www.ncbi.nlm.nih.gov/protein/2173438670"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UIE00446.1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E335E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7967AA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"https://www.ncbi.nlm.nih.gov/nuccore/OM156164.1?from=29554&amp;to=29589"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29554..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29589</w:t>
      </w:r>
    </w:p>
    <w:p w14:paraId="62ED812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7FF56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3F65A8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"https://www.ncbi.nlm.nih.gov/nuccore/OM156164.1?from=29574&amp;to=29602"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29574..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29602</w:t>
      </w:r>
    </w:p>
    <w:p w14:paraId="7CFB5B9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F556F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C163B0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"https://www.ncbi.nlm.nih.gov/nuccore/OM156164.1?from=29673&amp;to=29713" </w:instrTex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14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29673..</w:t>
      </w:r>
      <w:proofErr w:type="gram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29713</w:t>
      </w:r>
    </w:p>
    <w:p w14:paraId="0BE3CB6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CFEB69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2AF6A9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56164.1"/>
      <w:bookmarkEnd w:id="4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aacaaaccaa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ccaactttcg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atctcttgta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gatctgttct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ctaaacgaac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tttaaaatct</w:t>
      </w:r>
      <w:proofErr w:type="spellEnd"/>
    </w:p>
    <w:p w14:paraId="6E99E5D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gtgtggctgt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cactcggctg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catgcttagt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gcactcacgc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agtataatta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ataactaatt</w:t>
      </w:r>
      <w:proofErr w:type="spellEnd"/>
    </w:p>
    <w:p w14:paraId="211477E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actgtcgttg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acaggacacg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agtaactcgt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ctatcttctg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caggctgctt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acggtttcgt</w:t>
      </w:r>
      <w:proofErr w:type="spellEnd"/>
    </w:p>
    <w:p w14:paraId="29479A8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ccgtgttgca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gccgatcatc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agcacatcta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ggttttgtcc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gggtgtgacc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gaaaggtaag</w:t>
      </w:r>
      <w:proofErr w:type="spellEnd"/>
    </w:p>
    <w:p w14:paraId="3AFFF1D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atggagagcc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ttgtccctgg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tttcaacgag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aaaacacacg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tccaactcag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tttgcctgtt</w:t>
      </w:r>
      <w:proofErr w:type="spellEnd"/>
    </w:p>
    <w:p w14:paraId="07ED221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ttacaggttc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gcgacgtgct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cgtacgtggc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tttggagact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ccgtggagga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ggtcttatca</w:t>
      </w:r>
      <w:proofErr w:type="spellEnd"/>
    </w:p>
    <w:p w14:paraId="2F42930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gaggcacgtc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aacatcttaa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agatggcact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tgtggcttag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tagaagttga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aaaaggcgtt</w:t>
      </w:r>
      <w:proofErr w:type="spellEnd"/>
    </w:p>
    <w:p w14:paraId="280FE50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ttgcctcaac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ttgaacagcc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ctatgtgttc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atcaaacgtt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cggatgctcg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aactgcacct</w:t>
      </w:r>
      <w:proofErr w:type="spellEnd"/>
    </w:p>
    <w:p w14:paraId="04D2748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catggtcatg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ttatggttga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gctggtagca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gaactcgaag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gcattcagta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cggtcgtagt</w:t>
      </w:r>
      <w:proofErr w:type="spellEnd"/>
    </w:p>
    <w:p w14:paraId="18CCDB8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ggtgagacac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ttggtgtcct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tgtccctcat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gtgggcgaaa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taccagtggc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ttaccgcaag</w:t>
      </w:r>
      <w:proofErr w:type="spellEnd"/>
    </w:p>
    <w:p w14:paraId="060E68E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gttcttcttc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gtaagaacgg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taataaagga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gctggtggcc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atagttacgg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cgccgatcta</w:t>
      </w:r>
      <w:proofErr w:type="spellEnd"/>
    </w:p>
    <w:p w14:paraId="71DBAC8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aagtcatttg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acttaggcga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cgagcttggc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actgatcctt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atgaagattt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tcaagaaaac</w:t>
      </w:r>
      <w:proofErr w:type="spellEnd"/>
    </w:p>
    <w:p w14:paraId="13778B5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tggaacacta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aacatagcag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tggtgttacc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cgtgaactca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tgcgtgagct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taacggaggg</w:t>
      </w:r>
      <w:proofErr w:type="spellEnd"/>
    </w:p>
    <w:p w14:paraId="6C2A6F9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gcatacactc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gctatgtcga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taacaacttc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tgtggccctg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atggctaccc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tcttgagtgc</w:t>
      </w:r>
      <w:proofErr w:type="spellEnd"/>
    </w:p>
    <w:p w14:paraId="3307B08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attaaagacc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ttctagcacg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tgctggtaaa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gcttcatgca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ctttgtccga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acaactggac</w:t>
      </w:r>
      <w:proofErr w:type="spellEnd"/>
    </w:p>
    <w:p w14:paraId="490CC9C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tttattgaca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ctaagagggg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tgtatactgc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tgccgtgaac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atgagcatga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aattgcttgg</w:t>
      </w:r>
      <w:proofErr w:type="spellEnd"/>
    </w:p>
    <w:p w14:paraId="0AA64FE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tacacggaac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gttctgaaaa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gagctatgaa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ttgcagacac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cttttgaaat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taaattggca</w:t>
      </w:r>
      <w:proofErr w:type="spellEnd"/>
    </w:p>
    <w:p w14:paraId="295444F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aagaaatttg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acaccttcaa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tggggaatgt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ccaaattttg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tatttccctt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aaattccata</w:t>
      </w:r>
      <w:proofErr w:type="spellEnd"/>
    </w:p>
    <w:p w14:paraId="20E738E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atcaagacta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ttcaaccaag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ggttgaaaag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aaaaagcttg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atggctttat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gggtagaatt</w:t>
      </w:r>
      <w:proofErr w:type="spellEnd"/>
    </w:p>
    <w:p w14:paraId="617E1EE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cgatctgtct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atccagttgc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gtcaccaaat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gaatgcaacc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aaatgtgcct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ttcaactctc</w:t>
      </w:r>
      <w:proofErr w:type="spellEnd"/>
    </w:p>
    <w:p w14:paraId="3E75485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atgaagtgtg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atcattgtgg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tgaaacttca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tggcagacgg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gcgattttgt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taaagccact</w:t>
      </w:r>
      <w:proofErr w:type="spellEnd"/>
    </w:p>
    <w:p w14:paraId="3465B83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tgcgaatttt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gtggcactga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gaatttgact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aaagaaggtg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ccactacttg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tggttactta</w:t>
      </w:r>
      <w:proofErr w:type="spellEnd"/>
    </w:p>
    <w:p w14:paraId="3D597BD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ccccaaaatg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ctgttgttaa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aatttattgt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ccagcatgtc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acaattcaga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agtaggacct</w:t>
      </w:r>
      <w:proofErr w:type="spellEnd"/>
    </w:p>
    <w:p w14:paraId="2CF18B4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gagcatagtc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ttgccgaata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ccataatgaa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tctggcttga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aaaccattct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tcgtaagggt</w:t>
      </w:r>
      <w:proofErr w:type="spellEnd"/>
    </w:p>
    <w:p w14:paraId="4977F86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ggtcgcacta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ttgcctttgg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aggctgtgtg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ttctcttatg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ttggttgcca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taacaagtgt</w:t>
      </w:r>
      <w:proofErr w:type="spellEnd"/>
    </w:p>
    <w:p w14:paraId="1A8185A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gcctattggg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ttccacgtgc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tagcgctaac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ataggttgta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accatacagg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tgttgttgga</w:t>
      </w:r>
      <w:proofErr w:type="spellEnd"/>
    </w:p>
    <w:p w14:paraId="75F1F3C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gaaggttccg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aaggtcttaa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tgacaacctt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cttgaaatac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tccaaaaaga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gaaagtcaac</w:t>
      </w:r>
      <w:proofErr w:type="spellEnd"/>
    </w:p>
    <w:p w14:paraId="5E22AA8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atcaatattg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ttggtgactt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taaacttaat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gaagagatcg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ccattatttt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ggcatctttt</w:t>
      </w:r>
      <w:proofErr w:type="spellEnd"/>
    </w:p>
    <w:p w14:paraId="72F5F48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tctgcttcca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caagtgcttt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tgtggaaact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gtgaaaggtt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tggattataa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agcattcaaa</w:t>
      </w:r>
      <w:proofErr w:type="spellEnd"/>
    </w:p>
    <w:p w14:paraId="60B200C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caaattgttg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aatcctgtgg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taattttaaa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gttacaaaag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gaaaagctaa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aaaaggtgcc</w:t>
      </w:r>
      <w:proofErr w:type="spellEnd"/>
    </w:p>
    <w:p w14:paraId="27D4E5A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tggaatattg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gtgaacagaa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atcaatactg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agtcctcttt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atgcatttgc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atcagaggct</w:t>
      </w:r>
      <w:proofErr w:type="spellEnd"/>
    </w:p>
    <w:p w14:paraId="2D7C02B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gctcgtgttg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tacgatcaat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tttctcccgc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actcttgaaa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ctgctcaaaa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ttctgtgcgt</w:t>
      </w:r>
      <w:proofErr w:type="spellEnd"/>
    </w:p>
    <w:p w14:paraId="0980799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gttttacaga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aggccgctat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aacaatacta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gatggaattt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cacagtattc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actgagactc</w:t>
      </w:r>
      <w:proofErr w:type="spellEnd"/>
    </w:p>
    <w:p w14:paraId="20C5C3F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attgatgcta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tgatgttcac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atctgatttg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gctactaaca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atctagttgt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aatggcctac</w:t>
      </w:r>
      <w:proofErr w:type="spellEnd"/>
    </w:p>
    <w:p w14:paraId="5DFC9FD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attacaggtg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gtgttgttca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gttgacttcg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cagtggctaa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ctaacatctt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tggcactgtt</w:t>
      </w:r>
      <w:proofErr w:type="spellEnd"/>
    </w:p>
    <w:p w14:paraId="3F8D00A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tatgaaaaac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tcaaacccgt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ccttgattgg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cttgaagaga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agtttaagga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aggtgtagag</w:t>
      </w:r>
      <w:proofErr w:type="spellEnd"/>
    </w:p>
    <w:p w14:paraId="1F5DEE3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tttcttagag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acggttggga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aattgttaaa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tttatctcaa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cctgtgcttg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tgaaattgtc</w:t>
      </w:r>
      <w:proofErr w:type="spellEnd"/>
    </w:p>
    <w:p w14:paraId="71878F2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ggtggacaaa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ttgtcacctg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tgcaaaggaa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attaaggaga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gtgttcagac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attctttaag</w:t>
      </w:r>
      <w:proofErr w:type="spellEnd"/>
    </w:p>
    <w:p w14:paraId="788B1A8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cttgtaaata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aatttttggc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tttgtgtgct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gactctatca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ttattggtgg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agctaaactt</w:t>
      </w:r>
      <w:proofErr w:type="spellEnd"/>
    </w:p>
    <w:p w14:paraId="0B85FE7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aaagccttga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atttaggtga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aacatttgtc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acgcactcaa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agggattgta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cagaaagtgt</w:t>
      </w:r>
      <w:proofErr w:type="spellEnd"/>
    </w:p>
    <w:p w14:paraId="2E800F7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gttaaatcca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gagaagaaac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tggcctactc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atgcctctaa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aagctccaaa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agaaattatc</w:t>
      </w:r>
      <w:proofErr w:type="spellEnd"/>
    </w:p>
    <w:p w14:paraId="01DD57B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ttcttagagg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gagaaacact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tcccacagaa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gtgttaacag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aggaagttgt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cttgaaaact</w:t>
      </w:r>
      <w:proofErr w:type="spellEnd"/>
    </w:p>
    <w:p w14:paraId="2379DB8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ggtgatttac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aaccattaga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acaacctact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agtgaagctg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ttgaagctcc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attggttggt</w:t>
      </w:r>
      <w:proofErr w:type="spellEnd"/>
    </w:p>
    <w:p w14:paraId="14E75C5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acaccagttt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gtattaacgg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gcttatgttg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ctcgaaatca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aagacacaga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aaagtactgt</w:t>
      </w:r>
      <w:proofErr w:type="spellEnd"/>
    </w:p>
    <w:p w14:paraId="0ACDD94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gcccttgcac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ctaatatgat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ggtaacaaac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aataccttca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cactcaaagg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cggtgcacca</w:t>
      </w:r>
      <w:proofErr w:type="spellEnd"/>
    </w:p>
    <w:p w14:paraId="1615860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acaaaggtta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cttttggtga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tgacactgtg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atagaagtgc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aaggttacaa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gagtgtgaat</w:t>
      </w:r>
      <w:proofErr w:type="spellEnd"/>
    </w:p>
    <w:p w14:paraId="52C3C9C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atcacttttg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aacttgatga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aaggattgat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aaagtactta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atgagaggtg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ctctgcctat</w:t>
      </w:r>
      <w:proofErr w:type="spellEnd"/>
    </w:p>
    <w:p w14:paraId="3C21C91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acagttgaac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tcggtacaga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agtaaatgag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ttcgcctgtg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ttgtggcaga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tgctgtcata</w:t>
      </w:r>
      <w:proofErr w:type="spellEnd"/>
    </w:p>
    <w:p w14:paraId="772B53D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aaaactttgc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aaccagtatc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tgaattactt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acaccactgg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gcattgattt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agatgagtgg</w:t>
      </w:r>
      <w:proofErr w:type="spellEnd"/>
    </w:p>
    <w:p w14:paraId="543D121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agtatggcta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catactactt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atttgatgag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tctggtgagt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ttaaattggc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ttcacatatg</w:t>
      </w:r>
      <w:proofErr w:type="spellEnd"/>
    </w:p>
    <w:p w14:paraId="45EBB6E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tattgttctt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tttaccctcc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agatgaggat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gaagaagaag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gtgattgtga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agaagaagag</w:t>
      </w:r>
      <w:proofErr w:type="spellEnd"/>
    </w:p>
    <w:p w14:paraId="7ED383E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tttgagccat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caactcaata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tgagtatggt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actgaagatg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attaccaagg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taaacctttg</w:t>
      </w:r>
      <w:proofErr w:type="spellEnd"/>
    </w:p>
    <w:p w14:paraId="1377BDD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gaatttggtg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ccacttctgc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tgctcttcaa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cctgaagaag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agcaagaaga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agattggtta</w:t>
      </w:r>
      <w:proofErr w:type="spellEnd"/>
    </w:p>
    <w:p w14:paraId="73BA85E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gatgatgata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gtcaacaaac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tgttggtcaa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caagacggca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gtgaggacaa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tcagacaact</w:t>
      </w:r>
      <w:proofErr w:type="spellEnd"/>
    </w:p>
    <w:p w14:paraId="55AF832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actattcaaa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caattgttga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ggttcaacct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caattagaga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tggaacttac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accagttgtt</w:t>
      </w:r>
      <w:proofErr w:type="spellEnd"/>
    </w:p>
    <w:p w14:paraId="4947247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cagactattg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aagtgaatag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ttttagtggt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tatttaaaac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ttactgacaa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tgtatacatt</w:t>
      </w:r>
      <w:proofErr w:type="spellEnd"/>
    </w:p>
    <w:p w14:paraId="494DE28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aaaaatgcag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acattgtgga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agaagctaaa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caacagtggt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tgttaatgca</w:t>
      </w:r>
      <w:proofErr w:type="spellEnd"/>
    </w:p>
    <w:p w14:paraId="4BF77EC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gccaatgttt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accttaaaca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tggaggaggt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gttgcaggag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ccttaaataa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ggctactaac</w:t>
      </w:r>
      <w:proofErr w:type="spellEnd"/>
    </w:p>
    <w:p w14:paraId="70C855B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aatgccatgc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aagttgaatc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tgatgattac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atagctacta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atggaccact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taaagtgggt</w:t>
      </w:r>
      <w:proofErr w:type="spellEnd"/>
    </w:p>
    <w:p w14:paraId="508C2B4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ggtagttgtg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ttttaagcgg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acacaatctt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gctaaacact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gtcttcatgt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tgtcggccca</w:t>
      </w:r>
      <w:proofErr w:type="spellEnd"/>
    </w:p>
    <w:p w14:paraId="2C64799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aatgttaaca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aaggtgaaga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cattcaactt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cttaagagtg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ttttaatcag</w:t>
      </w:r>
      <w:proofErr w:type="spellEnd"/>
    </w:p>
    <w:p w14:paraId="25995DF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cacgaagttc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tacttgcacc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attattatca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gctggtattt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ttggtgctga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ccctatacat</w:t>
      </w:r>
      <w:proofErr w:type="spellEnd"/>
    </w:p>
    <w:p w14:paraId="07B58FF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tctttaagag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tttgtgtaga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tactgttcgc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acaaatgtct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acttagctgt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ctttgataaa</w:t>
      </w:r>
      <w:proofErr w:type="spellEnd"/>
    </w:p>
    <w:p w14:paraId="5B61A18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aatctctatg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acaaacttgt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ttcaagcttt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ttggaaatga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agagtgaaaa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gcaagttgaa</w:t>
      </w:r>
      <w:proofErr w:type="spellEnd"/>
    </w:p>
    <w:p w14:paraId="4B7F3A0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caaaagatcg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ctgagattcc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taaagaggaa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gttaagccat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ttataactga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aagtaaacct</w:t>
      </w:r>
      <w:proofErr w:type="spellEnd"/>
    </w:p>
    <w:p w14:paraId="6AE1BA9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tcagttgaac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agagaaaaca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agatgataag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aaaatcaaag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cttgtgttga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agaagttaca</w:t>
      </w:r>
      <w:proofErr w:type="spellEnd"/>
    </w:p>
    <w:p w14:paraId="70BF23F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acaactctgg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aagaaactaa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gttcctcaca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gaaaacttgt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tactttatat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tgacattaat</w:t>
      </w:r>
      <w:proofErr w:type="spellEnd"/>
    </w:p>
    <w:p w14:paraId="6FD3AC1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ggcaatcttc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atccagattc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tgccactctt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gttagtgaca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ttgacatcac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tttcttaaag</w:t>
      </w:r>
      <w:proofErr w:type="spellEnd"/>
    </w:p>
    <w:p w14:paraId="267E0E2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aaagatgctc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catatatagt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gggtgatgtt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gttcaagagg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gtgttttaac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tgctgtggtt</w:t>
      </w:r>
      <w:proofErr w:type="spellEnd"/>
    </w:p>
    <w:p w14:paraId="4CF2BF1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atacctacta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aaaaggctgg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tggcactact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gaaatgctag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cgaaagcttt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gagaaaagtg</w:t>
      </w:r>
      <w:proofErr w:type="spellEnd"/>
    </w:p>
    <w:p w14:paraId="179ADBE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ccaacagaca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attatataac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cacttacccg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ggtcagggtt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taaatggtta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cactgtagag</w:t>
      </w:r>
      <w:proofErr w:type="spellEnd"/>
    </w:p>
    <w:p w14:paraId="2AF23BD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gaggcaaaga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cagtgcttaa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aaagtgtaaa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agtgcctttt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acattctacc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atctattatc</w:t>
      </w:r>
      <w:proofErr w:type="spellEnd"/>
    </w:p>
    <w:p w14:paraId="29EEF05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tctaatgaga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agcaagaaat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tcttggaact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gtttcttgga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atttgcgaga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aatgcttgca</w:t>
      </w:r>
      <w:proofErr w:type="spellEnd"/>
    </w:p>
    <w:p w14:paraId="4E87F54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catgcagaag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aaacacgcaa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attaatgcct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gtctgtgtgg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aaactaaagc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catagtttca</w:t>
      </w:r>
      <w:proofErr w:type="spellEnd"/>
    </w:p>
    <w:p w14:paraId="50D9884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actatacagc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gtaaatataa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gggtattaaa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atacaagagg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gtgtggttga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ttatggtgct</w:t>
      </w:r>
      <w:proofErr w:type="spellEnd"/>
    </w:p>
    <w:p w14:paraId="444EADD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agattttact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tttacaccag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taaaacaact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gtagcgtcac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ttatcaacac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acttaacgat</w:t>
      </w:r>
      <w:proofErr w:type="spellEnd"/>
    </w:p>
    <w:p w14:paraId="196FEFF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ctaaatgaaa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ctcttgttac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aatgccactt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ggctatgtaa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cacatggctt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aaatttggaa</w:t>
      </w:r>
      <w:proofErr w:type="spellEnd"/>
    </w:p>
    <w:p w14:paraId="7655AEE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gaagctgctc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ggtatatgag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atctctcaaa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gtgccagcta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cagtttctgt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ttcttcacct</w:t>
      </w:r>
      <w:proofErr w:type="spellEnd"/>
    </w:p>
    <w:p w14:paraId="5024658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gatgctgtta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cagcgtataa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tggttatctt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acttcttctt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ctaaaacacc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tgaagaacat</w:t>
      </w:r>
      <w:proofErr w:type="spellEnd"/>
    </w:p>
    <w:p w14:paraId="1F58DFE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tttattgaaa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ccatctcact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tgctggttcc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ggtcctattc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tggacaatct</w:t>
      </w:r>
      <w:proofErr w:type="spellEnd"/>
    </w:p>
    <w:p w14:paraId="2F92D9F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acacaactag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gtatagaatt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tcttaagaga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ggtgataaaa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gtgtatatta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cactagtaat</w:t>
      </w:r>
      <w:proofErr w:type="spellEnd"/>
    </w:p>
    <w:p w14:paraId="2FC1B1C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cctaccacat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tccacctaga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tggtgaagtt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atcacctttg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acaatcttaa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gacacttctt</w:t>
      </w:r>
      <w:proofErr w:type="spellEnd"/>
    </w:p>
    <w:p w14:paraId="34CDE43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tctttgagag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aagtgaggac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tattaaggtg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tttacaacag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tagacaacat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taacctccac</w:t>
      </w:r>
      <w:proofErr w:type="spellEnd"/>
    </w:p>
    <w:p w14:paraId="59B9631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acgcaagttg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tggacatgtc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aatgacatat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ggacaacagt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ttggtccaac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ttatttggat</w:t>
      </w:r>
      <w:proofErr w:type="spellEnd"/>
    </w:p>
    <w:p w14:paraId="381BDB1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ggagctgatg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ttactaaaat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aaaacctcat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aattcacatg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attttatgtt</w:t>
      </w:r>
      <w:proofErr w:type="spellEnd"/>
    </w:p>
    <w:p w14:paraId="1FB040B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ttacctaatg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atgacactct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acgtgttgag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gcttttgagt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actaccacac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aactgatcct</w:t>
      </w:r>
      <w:proofErr w:type="spellEnd"/>
    </w:p>
    <w:p w14:paraId="47AEA98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agttttctgg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gtaggtacat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gtcagcatta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aatcacacta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aaaagtggaa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atacccacaa</w:t>
      </w:r>
      <w:proofErr w:type="spellEnd"/>
    </w:p>
    <w:p w14:paraId="12A9A69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gttaatggtt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taacttctat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taaatgggca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gataacaact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gttatcttgc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cactgcattg</w:t>
      </w:r>
      <w:proofErr w:type="spellEnd"/>
    </w:p>
    <w:p w14:paraId="1168917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ttaacactcc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gttgaagttt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aatccacctg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ctctacaaga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tgcttattac</w:t>
      </w:r>
      <w:proofErr w:type="spellEnd"/>
    </w:p>
    <w:p w14:paraId="73A1A5A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agagcaaggg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ctggtgaagc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ggctaacttt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tgtgcactta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tcttagccta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ctgtaataag</w:t>
      </w:r>
      <w:proofErr w:type="spellEnd"/>
    </w:p>
    <w:p w14:paraId="1B5CB13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acagtaggtg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agttaggtga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tgttagagaa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acaatgagtt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acttgtttca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acatgccaat</w:t>
      </w:r>
      <w:proofErr w:type="spellEnd"/>
    </w:p>
    <w:p w14:paraId="4E0751A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ttagattctt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gcaaaagagt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cttgaacgtg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gtgtgtaaaa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cttgtggaca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acagcagaca</w:t>
      </w:r>
      <w:proofErr w:type="spellEnd"/>
    </w:p>
    <w:p w14:paraId="09D3BF1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acccttaagg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gtgtagaagc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tgttatgtac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atgggcacac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tttcttatga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acaatttaag</w:t>
      </w:r>
      <w:proofErr w:type="spellEnd"/>
    </w:p>
    <w:p w14:paraId="1B55DBC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aaaggtgttc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agataccttg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tacgtgtggt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aaacaagcta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caaaatatct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agtacaacag</w:t>
      </w:r>
      <w:proofErr w:type="spellEnd"/>
    </w:p>
    <w:p w14:paraId="47DC0FC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gagtcacctt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ttgttatgat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gtcagcacca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cctgctcagt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atgaacttaa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gcatggtaca</w:t>
      </w:r>
      <w:proofErr w:type="spellEnd"/>
    </w:p>
    <w:p w14:paraId="6056BDA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tttacttgtg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ctagtgagta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cactggtaat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taccagtgtg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gtcactataa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acatataact</w:t>
      </w:r>
      <w:proofErr w:type="spellEnd"/>
    </w:p>
    <w:p w14:paraId="7AB79B5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tctaaagaaa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ctttgtattg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catagacggt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gctttactta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caaagtcctc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agaatacaaa</w:t>
      </w:r>
      <w:proofErr w:type="spellEnd"/>
    </w:p>
    <w:p w14:paraId="70D0593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ggtcctatta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cggatgtttt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ctacaaagaa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aacagttaca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caacaaccat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aaaaccagtt</w:t>
      </w:r>
      <w:proofErr w:type="spellEnd"/>
    </w:p>
    <w:p w14:paraId="03FB546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acttataaat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tggatggtgt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tgtttgtaca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gaaattgacc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ctaagttgga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</w:p>
    <w:p w14:paraId="5BE1703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aagaaagaca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attcttattt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cacagagcaa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ccaattgatc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ttgtaccaaa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ccaaccatat</w:t>
      </w:r>
      <w:proofErr w:type="spellEnd"/>
    </w:p>
    <w:p w14:paraId="729A0F4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ccaaacgcaa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gcttcgataa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ttttaagttt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gtatgtgata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atatcaaatt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tgctgatgat</w:t>
      </w:r>
      <w:proofErr w:type="spellEnd"/>
    </w:p>
    <w:p w14:paraId="1B48B37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taactggtta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taagaaacct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gcttcaagag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agcttaaagt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tacatttttc</w:t>
      </w:r>
      <w:proofErr w:type="spellEnd"/>
    </w:p>
    <w:p w14:paraId="4F1AB22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cctgacttaa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atggtgatgt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ggtggctatt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gattataaac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actacacacc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ctcttttaag</w:t>
      </w:r>
      <w:proofErr w:type="spellEnd"/>
    </w:p>
    <w:p w14:paraId="4E306F2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aaaggagcta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aattgttaca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taaacctatt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gtttggcatg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ttaacaatgc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aactaataaa</w:t>
      </w:r>
      <w:proofErr w:type="spellEnd"/>
    </w:p>
    <w:p w14:paraId="3325433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gccacgtata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aaccaaatac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ctggtgtata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cgttgtcttt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ggagcacaaa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accagttgaa</w:t>
      </w:r>
      <w:proofErr w:type="spellEnd"/>
    </w:p>
    <w:p w14:paraId="378FC40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acatcaaatt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cgtttgatgt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actgaagtca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gaggacgcgc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agggaatgga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taatcttgcc</w:t>
      </w:r>
      <w:proofErr w:type="spellEnd"/>
    </w:p>
    <w:p w14:paraId="216146B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tgcgaagatc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taaaaccagt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ctctgaagaa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gtagtggaaa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atcctaccat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acagaaagac</w:t>
      </w:r>
      <w:proofErr w:type="spellEnd"/>
    </w:p>
    <w:p w14:paraId="2BE1ECF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gttcttgagt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gtaatgtgaa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aactaccgaa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gttgtaggag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acattatact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taaaccagca</w:t>
      </w:r>
      <w:proofErr w:type="spellEnd"/>
    </w:p>
    <w:p w14:paraId="154B779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aataatataa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aaattacaga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agaggttggc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cacacagatc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taatggctgc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ttatgtagac</w:t>
      </w:r>
      <w:proofErr w:type="spellEnd"/>
    </w:p>
    <w:p w14:paraId="0B37FC3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aattctagtc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ttactattaa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gaaacctaat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gaattatcta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gagtattagg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tttgaaaacc</w:t>
      </w:r>
      <w:proofErr w:type="spellEnd"/>
    </w:p>
    <w:p w14:paraId="7DD325A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cttgctactc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atggtttagc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tgctgttaat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agtgtccctt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gggatactat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agctaattat</w:t>
      </w:r>
      <w:proofErr w:type="spellEnd"/>
    </w:p>
    <w:p w14:paraId="2857DAB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gctaagcctt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ttcttaacaa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agttgttagt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acaactacta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acatagttac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acggtgttta</w:t>
      </w:r>
      <w:proofErr w:type="spellEnd"/>
    </w:p>
    <w:p w14:paraId="4D6FA70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aaccgtgttt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gtactaatta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tatgccttat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ttctttactt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tattgctaca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attgtgtact</w:t>
      </w:r>
      <w:proofErr w:type="spellEnd"/>
    </w:p>
    <w:p w14:paraId="4F67A8F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tttactagaa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gtacaaattc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tagaattaaa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gcatctatgc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cgactactat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agcaaagaat</w:t>
      </w:r>
      <w:proofErr w:type="spellEnd"/>
    </w:p>
    <w:p w14:paraId="56CAA58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actgttaaga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gtgtcggtaa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attttgtcta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gaggcttcat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ttaattattt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gaagtcacct</w:t>
      </w:r>
      <w:proofErr w:type="spellEnd"/>
    </w:p>
    <w:p w14:paraId="373D586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aatttttcta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aactgataaa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tattataatt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tggtttttac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tattaagtgt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ttgcctaggt</w:t>
      </w:r>
      <w:proofErr w:type="spellEnd"/>
    </w:p>
    <w:p w14:paraId="4774526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tctttaatct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actcaaccgc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tgctttaggt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gttttaatgt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ctaatttagg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catgccttct</w:t>
      </w:r>
      <w:proofErr w:type="spellEnd"/>
    </w:p>
    <w:p w14:paraId="54896EF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tactgtactg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gttacagaga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aggctatttg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aactctacta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atgtcactat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tgcaacctac</w:t>
      </w:r>
      <w:proofErr w:type="spellEnd"/>
    </w:p>
    <w:p w14:paraId="3771D84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tgtactggtt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ctataccttg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tagtgtttgt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cttagtggtt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tagattcttt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agacacctat</w:t>
      </w:r>
      <w:proofErr w:type="spellEnd"/>
    </w:p>
    <w:p w14:paraId="25824B7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ccttctttag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aaactataca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aattaccatt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tcatctttta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aatgggattt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aactgctttt</w:t>
      </w:r>
      <w:proofErr w:type="spellEnd"/>
    </w:p>
    <w:p w14:paraId="12961F3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ggcttagttg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cagagtggtt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tttggcatat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attcttttca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ctaggttttt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ctatgtactt</w:t>
      </w:r>
      <w:proofErr w:type="spellEnd"/>
    </w:p>
    <w:p w14:paraId="2438A56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ggattggctg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caatcatgca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attgtttttc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agctattttg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cagtacattt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tattagtaat</w:t>
      </w:r>
      <w:proofErr w:type="spellEnd"/>
    </w:p>
    <w:p w14:paraId="2C2D1B4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tcttggctta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tgtggttaat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aattaatctt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gtacaaatgg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ccccgatttc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agctatggtt</w:t>
      </w:r>
      <w:proofErr w:type="spellEnd"/>
    </w:p>
    <w:p w14:paraId="597C76F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agaatgtaca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tcttctttgc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atcattttat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tatgtatgga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aaagttatgt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gcatgttgta</w:t>
      </w:r>
      <w:proofErr w:type="spellEnd"/>
    </w:p>
    <w:p w14:paraId="16ECCB7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gacggttgta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attcatcaac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ttgtatgatg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tgttacaaac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gtaatagagc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aacaagagtc</w:t>
      </w:r>
      <w:proofErr w:type="spellEnd"/>
    </w:p>
    <w:p w14:paraId="1546064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gaatgtacaa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ctattgttaa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tggtgttaga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aggtcctttt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atgtctatgc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taatggaggt</w:t>
      </w:r>
      <w:proofErr w:type="spellEnd"/>
    </w:p>
    <w:p w14:paraId="3A6C4D5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aaaggctttt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gcaaactaca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caattggaat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tgtgttaatt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gtgatacatt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ctgtgctggt</w:t>
      </w:r>
      <w:proofErr w:type="spellEnd"/>
    </w:p>
    <w:p w14:paraId="67DF607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agtacattta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ttagtgatga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agttgcgaga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gacttgtcac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tacagtttaa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aagaccaata</w:t>
      </w:r>
      <w:proofErr w:type="spellEnd"/>
    </w:p>
    <w:p w14:paraId="7F83891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aatcctactg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accagtcttc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ttacatcgtt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gatagtgtta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cagtgaagaa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tggttccatc</w:t>
      </w:r>
      <w:proofErr w:type="spellEnd"/>
    </w:p>
    <w:p w14:paraId="74303B5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catctttact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ttgataaagc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tggtcaaaag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acttatgaaa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gacattctct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ctctcatttt</w:t>
      </w:r>
      <w:proofErr w:type="spellEnd"/>
    </w:p>
    <w:p w14:paraId="79611A6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gttaacttag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acaacctgag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agctaataac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actaaaggtt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cattgcctat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taatgttata</w:t>
      </w:r>
      <w:proofErr w:type="spellEnd"/>
    </w:p>
    <w:p w14:paraId="1D3E91E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gtttttgatg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gtaaatcaaa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atgtgaagaa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tcatctgcaa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aatcagcgtc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tgtttactac</w:t>
      </w:r>
      <w:proofErr w:type="spellEnd"/>
    </w:p>
    <w:p w14:paraId="046FEC1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agtcagctta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tgtgtcaacc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tatactgtta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ctagatcagg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cattagtgtc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tgatgttggt</w:t>
      </w:r>
      <w:proofErr w:type="spellEnd"/>
    </w:p>
    <w:p w14:paraId="54C1D9E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gatagtgcgg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aagttgcagt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taaaatgttt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gatgcttacg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ttaatacgtt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ttcatcaact</w:t>
      </w:r>
      <w:proofErr w:type="spellEnd"/>
    </w:p>
    <w:p w14:paraId="2BD1EDD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tttaacgtac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caatggaaaa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actcaaaaca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ctagttgcaa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ctgcagaagc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tgaacttgca</w:t>
      </w:r>
      <w:proofErr w:type="spellEnd"/>
    </w:p>
    <w:p w14:paraId="2F9EAA1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aagaatgtgt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ccttagacaa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tgtcttatct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acttttattt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cagcagctcg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gcaagggttt</w:t>
      </w:r>
      <w:proofErr w:type="spellEnd"/>
    </w:p>
    <w:p w14:paraId="74F05C1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gttgattcag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atgtagaaac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taaagatgtt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gttgaatgtc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ttaaattgtc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acatcaatct</w:t>
      </w:r>
      <w:proofErr w:type="spellEnd"/>
    </w:p>
    <w:p w14:paraId="440ADF5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gacatagaag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ttactggcga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tagttgtaat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aactatatgc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tcacctataa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caaagttgaa</w:t>
      </w:r>
      <w:proofErr w:type="spellEnd"/>
    </w:p>
    <w:p w14:paraId="7026CA9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aacatgacac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cccgtgacct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tggtgcttgt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attgactgta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gtgcgcgtca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tattaatgcg</w:t>
      </w:r>
      <w:proofErr w:type="spellEnd"/>
    </w:p>
    <w:p w14:paraId="1B36253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caggtagcaa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aaagtcacaa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cattactttg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atatggaacg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ttaaagattt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catgtcattg</w:t>
      </w:r>
      <w:proofErr w:type="spellEnd"/>
    </w:p>
    <w:p w14:paraId="073DC73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tctgaacaac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tacgaaaaca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aatacgtagt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gctgctaaaa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agaataactt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accttttaag</w:t>
      </w:r>
      <w:proofErr w:type="spellEnd"/>
    </w:p>
    <w:p w14:paraId="6810002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ttgacatgtg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caactactag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acaagttgtt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aatgttgtaa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caacaaagat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agcacttaag</w:t>
      </w:r>
      <w:proofErr w:type="spellEnd"/>
    </w:p>
    <w:p w14:paraId="48E22E4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ggtggtaaaa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ttgttaataa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ttggttgaag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cagttaatta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aagttacact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tgtgttcctt</w:t>
      </w:r>
      <w:proofErr w:type="spellEnd"/>
    </w:p>
    <w:p w14:paraId="28166BC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tttgttgctg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ctattttcta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tttaataaca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cctgttcatg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tcatgtctaa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acatactgac</w:t>
      </w:r>
      <w:proofErr w:type="spellEnd"/>
    </w:p>
    <w:p w14:paraId="7F309EA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ttttcaagtg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aaatcatagg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atacaaggct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attgatggtg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gtgtcactcg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tgacatagca</w:t>
      </w:r>
      <w:proofErr w:type="spellEnd"/>
    </w:p>
    <w:p w14:paraId="0743812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tctacagata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cttgttttgc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taacaaacat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gctgattttg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tagccagcgt</w:t>
      </w:r>
      <w:proofErr w:type="spellEnd"/>
    </w:p>
    <w:p w14:paraId="43BF75C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ggtggtagtt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atactaatga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caaagcttgc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ccattgattg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ctgcagtcat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aacaagagaa</w:t>
      </w:r>
      <w:proofErr w:type="spellEnd"/>
    </w:p>
    <w:p w14:paraId="2316831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gtgggttttg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tcgtgcctgg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tttgcctggc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acgatattac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gcacaactaa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tggtgacttt</w:t>
      </w:r>
      <w:proofErr w:type="spellEnd"/>
    </w:p>
    <w:p w14:paraId="31AF4EB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ttgcatttct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tacctagagt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ttttagtgca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gttggtaaca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tctgttacac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accatcaaaa</w:t>
      </w:r>
      <w:proofErr w:type="spellEnd"/>
    </w:p>
    <w:p w14:paraId="2D6A872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cttatagagt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acactgactt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tgcaacatca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gcttgtgttt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tggctgctga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atgtacaatt</w:t>
      </w:r>
      <w:proofErr w:type="spellEnd"/>
    </w:p>
    <w:p w14:paraId="6AD005D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tttaaagatg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gccagtacca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tattgttatg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ataccaatgt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actagaaggt</w:t>
      </w:r>
      <w:proofErr w:type="spellEnd"/>
    </w:p>
    <w:p w14:paraId="497CC9B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tctgttgctt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atgaaagttt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acgccctgac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acacgttatg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tgctcatgga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tggctctatt</w:t>
      </w:r>
      <w:proofErr w:type="spellEnd"/>
    </w:p>
    <w:p w14:paraId="53527B5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attcaatttc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ctaacaccta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ccttgaaggt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tctgttagag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tggtaacaac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ttttgattct</w:t>
      </w:r>
      <w:proofErr w:type="spellEnd"/>
    </w:p>
    <w:p w14:paraId="1E51C17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gagtactgta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ggcacggcac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ttgtgaaaga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tcagaagctg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gtgtttgtgt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atctactagt</w:t>
      </w:r>
      <w:proofErr w:type="spellEnd"/>
    </w:p>
    <w:p w14:paraId="4177F9C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ggtagatggg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tacttaacaa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tgattattac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agatctttac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caggagtttt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ctgtggtgta</w:t>
      </w:r>
      <w:proofErr w:type="spellEnd"/>
    </w:p>
    <w:p w14:paraId="32B6115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gatgctgtaa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atttacttac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taatatgttt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acaccactaa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ttcaacctat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tggtgctttg</w:t>
      </w:r>
      <w:proofErr w:type="spellEnd"/>
    </w:p>
    <w:p w14:paraId="0DC3625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gacatatcag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catctatagt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agctggtggt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attgtagcta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tcgtagtaac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atgccttgcc</w:t>
      </w:r>
      <w:proofErr w:type="spellEnd"/>
    </w:p>
    <w:p w14:paraId="1B9F63A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tactatttta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tgaggtttag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aagagctttt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ggtgaataca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gtcatgtagt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tgcctttaat</w:t>
      </w:r>
      <w:proofErr w:type="spellEnd"/>
    </w:p>
    <w:p w14:paraId="4CBE567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actttactat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tccttatgtc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attcactgta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ctctgtttaa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caccagttta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ctcattctta</w:t>
      </w:r>
      <w:proofErr w:type="spellEnd"/>
    </w:p>
    <w:p w14:paraId="3D08869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cctggtgttt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ttacttgtac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ttgacatttt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atcttactaa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tgatgtttct</w:t>
      </w:r>
      <w:proofErr w:type="spellEnd"/>
    </w:p>
    <w:p w14:paraId="0B20743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tttttagcac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atattcagtg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gatggttatg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ttcacacctt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tagtaccttt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ctggataaca</w:t>
      </w:r>
      <w:proofErr w:type="spellEnd"/>
    </w:p>
    <w:p w14:paraId="771783F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attgcttata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tcatttgtat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ttccacaaag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catttctatt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ggttctttag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taattaccta</w:t>
      </w:r>
      <w:proofErr w:type="spellEnd"/>
    </w:p>
    <w:p w14:paraId="5C2EDC6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aagagacgtg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tagtctttaa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tggtgtttcc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tttagtactt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ttgaagaagc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tgcgctgtgc</w:t>
      </w:r>
      <w:proofErr w:type="spellEnd"/>
    </w:p>
    <w:p w14:paraId="0CCAE38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acctttttgt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taaataaaga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aatgtatcta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aagttgcgta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gtgatgtgct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attacctctt</w:t>
      </w:r>
      <w:proofErr w:type="spellEnd"/>
    </w:p>
    <w:p w14:paraId="5E8809D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acgcaatata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atagatactt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agctctttat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aataagtaca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agtattttag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tggagcaatg</w:t>
      </w:r>
      <w:proofErr w:type="spellEnd"/>
    </w:p>
    <w:p w14:paraId="23EE356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gatacaacta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gctacagaga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agctgcttgt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tgtcatctcg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caaaggctct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caatgacttc</w:t>
      </w:r>
      <w:proofErr w:type="spellEnd"/>
    </w:p>
    <w:p w14:paraId="04828D8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agtaactcag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gttctgatgt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tctttaccaa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ccaccacaaa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tctctatcac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ctcagctgtt</w:t>
      </w:r>
      <w:proofErr w:type="spellEnd"/>
    </w:p>
    <w:p w14:paraId="1F7C2BD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ttgcagagtg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gttttagaaa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aatggcattc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ccatctggta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aagttgaggg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ttgtatggta</w:t>
      </w:r>
      <w:proofErr w:type="spellEnd"/>
    </w:p>
    <w:p w14:paraId="79ABA37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caagtaactt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gtggtacaac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tacacttaac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ggtctttggc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ttgatgacgt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agtttactgt</w:t>
      </w:r>
      <w:proofErr w:type="spellEnd"/>
    </w:p>
    <w:p w14:paraId="48ABC2F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ccaagacatg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tgatctgcac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ctctgaagac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atgcttaacc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ctaattatga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agatttactc</w:t>
      </w:r>
      <w:proofErr w:type="spellEnd"/>
    </w:p>
    <w:p w14:paraId="0063150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attcgtaagt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ctaatcataa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tttcttggta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caggctggta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atgttcaact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cagggttatt</w:t>
      </w:r>
      <w:proofErr w:type="spellEnd"/>
    </w:p>
    <w:p w14:paraId="742AC08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ggacattcta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tgcaaaattg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tgtacttaag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cttaaggttg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atacagccaa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tcctaagaca</w:t>
      </w:r>
      <w:proofErr w:type="spellEnd"/>
    </w:p>
    <w:p w14:paraId="2729C99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cctaagtata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agtttgttcg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cattcaacca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ggacagactt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tttcagtgtt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agcttgttac</w:t>
      </w:r>
      <w:proofErr w:type="spellEnd"/>
    </w:p>
    <w:p w14:paraId="0927DBD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aatggttcac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catctggtgt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ttaccaatgt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gctatgaggc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acaatttcac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tattaagggt</w:t>
      </w:r>
      <w:proofErr w:type="spellEnd"/>
    </w:p>
    <w:p w14:paraId="592A424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tcattcctta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atggttcatg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tggtagtgtt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ggttttaaca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tagattatga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ctgtgtctct</w:t>
      </w:r>
      <w:proofErr w:type="spellEnd"/>
    </w:p>
    <w:p w14:paraId="453CFF2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ttttgttaca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tgcaccatat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ggaattacca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actggagttc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atgctggcac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agacttagaa</w:t>
      </w:r>
      <w:proofErr w:type="spellEnd"/>
    </w:p>
    <w:p w14:paraId="5015237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ggtaactttt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atggaccttt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tgttgacagg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caaacagcac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aagcagctgg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tacggacaca</w:t>
      </w:r>
      <w:proofErr w:type="spellEnd"/>
    </w:p>
    <w:p w14:paraId="55FEF4E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actattacag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agcttggttg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tacgctgctg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ttataaatgg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agacaggtgg</w:t>
      </w:r>
      <w:proofErr w:type="spellEnd"/>
    </w:p>
    <w:p w14:paraId="31055BB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tttctcaatc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gatttaccac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aactcttaat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gactttaacc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ttgtggctat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gaagtacaat</w:t>
      </w:r>
      <w:proofErr w:type="spellEnd"/>
    </w:p>
    <w:p w14:paraId="359C5E9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tatgaacctc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taacacaaga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ccatgttgac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atactaggac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ctctttctgc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tcaaactgga</w:t>
      </w:r>
      <w:proofErr w:type="spellEnd"/>
    </w:p>
    <w:p w14:paraId="4AE66C6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attgccgttt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tagatatgtg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tgcttcatta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aaagaattac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tgcaaaatgg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tatgaatgga</w:t>
      </w:r>
      <w:proofErr w:type="spellEnd"/>
    </w:p>
    <w:p w14:paraId="04DA5EB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cgtaccatat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tgggtagtgc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tttattagaa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gatgaattta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caccttttga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tgttgttaga</w:t>
      </w:r>
      <w:proofErr w:type="spellEnd"/>
    </w:p>
    <w:p w14:paraId="486FCF5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caatgctcag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gtgttacttt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ccaaagtgca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gtgaaaagaa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caatcaaggg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tacacaccac</w:t>
      </w:r>
      <w:proofErr w:type="spellEnd"/>
    </w:p>
    <w:p w14:paraId="0472466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tggttgttac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tcacaatttt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gacttcactt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ttagttttag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tccagagtac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tcaatggtct</w:t>
      </w:r>
      <w:proofErr w:type="spellEnd"/>
    </w:p>
    <w:p w14:paraId="2F03925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ttgttctttt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ttttgtatga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aaatgccttt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ttaccttttg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ctatgggtat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tattgctatg</w:t>
      </w:r>
      <w:proofErr w:type="spellEnd"/>
    </w:p>
    <w:p w14:paraId="3711106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tctgcttttg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caatgatgtt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tgtcaaacat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aagcatgcat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ttctctgttt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gtttttgtta</w:t>
      </w:r>
      <w:proofErr w:type="spellEnd"/>
    </w:p>
    <w:p w14:paraId="24AF3D9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ccttctcttg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ccactgtagc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ttattttaat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atggtctata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tgcctgctag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ttgggtgatg</w:t>
      </w:r>
      <w:proofErr w:type="spellEnd"/>
    </w:p>
    <w:p w14:paraId="71DAEBE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cgtattatga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catggttgga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tatggttgat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actagtttta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agctaaaaga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ctgtgttatg</w:t>
      </w:r>
      <w:proofErr w:type="spellEnd"/>
    </w:p>
    <w:p w14:paraId="7699B8A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tatgcatcag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ctgtagtgtt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actaatcctt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atgacagcaa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gaactgtgta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tgatgatggt</w:t>
      </w:r>
      <w:proofErr w:type="spellEnd"/>
    </w:p>
    <w:p w14:paraId="024E3C6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gctaggagag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tgtggacact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tatgaatgtc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ttgacactcg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tttataaagt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ttattatggt</w:t>
      </w:r>
      <w:proofErr w:type="spellEnd"/>
    </w:p>
    <w:p w14:paraId="0E6F415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aatgctttag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atcaagccat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ttccatgtgg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gctcttataa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tctctgttac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ttctaactac</w:t>
      </w:r>
      <w:proofErr w:type="spellEnd"/>
    </w:p>
    <w:p w14:paraId="5D2B446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tcaggtgtag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ttacaactgt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catgtttttg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gccagaggtg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ttgtttttat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gtgtgttgag</w:t>
      </w:r>
      <w:proofErr w:type="spellEnd"/>
    </w:p>
    <w:p w14:paraId="5FEB4BE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tattgcccta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ttttcttcat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aactggtaat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acacttcagt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gtataatgct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agtttattgt</w:t>
      </w:r>
      <w:proofErr w:type="spellEnd"/>
    </w:p>
    <w:p w14:paraId="60CBB0C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ttcttaggct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atttttgtac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ttgttacttt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ggcctctttt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gtttactcaa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ccgctacttt</w:t>
      </w:r>
      <w:proofErr w:type="spellEnd"/>
    </w:p>
    <w:p w14:paraId="01490C8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agactgactc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ttggtgttta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tgattactta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gtttctacac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aggagtttag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atatatgaat</w:t>
      </w:r>
      <w:proofErr w:type="spellEnd"/>
    </w:p>
    <w:p w14:paraId="6A712DF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tcacagggac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tactcccacc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caagaatagc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atagatgcct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tcaaactcaa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cattaaattg</w:t>
      </w:r>
      <w:proofErr w:type="spellEnd"/>
    </w:p>
    <w:p w14:paraId="12FC4D2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ttgggtgttg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gtggcaaacc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ttgtatcaaa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gtagccactg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tacagtctaa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aatgtcagat</w:t>
      </w:r>
      <w:proofErr w:type="spellEnd"/>
    </w:p>
    <w:p w14:paraId="74294F0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gtaaagtgca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catcagtagt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cttactctca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gttttgcaac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aactcagagt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agaatcatca</w:t>
      </w:r>
      <w:proofErr w:type="spellEnd"/>
    </w:p>
    <w:p w14:paraId="6FC9824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tctaaattgt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gggctcaatg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tgtccagtta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cacaatgaca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ttctcttagc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taaagatact</w:t>
      </w:r>
      <w:proofErr w:type="spellEnd"/>
    </w:p>
    <w:p w14:paraId="2098BE2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actgaagcct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ttgaaaaaat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ggtttcacta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ctttctgttt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tgctttccat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gcagggtgct</w:t>
      </w:r>
      <w:proofErr w:type="spellEnd"/>
    </w:p>
    <w:p w14:paraId="1EC4CE7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gtagacataa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acaagctttg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tgaagaaatg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ctggacaaca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gggcaacctt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acaagctata</w:t>
      </w:r>
      <w:proofErr w:type="spellEnd"/>
    </w:p>
    <w:p w14:paraId="7F3095D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gcctcagagt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ttagttccct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tccatcatat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gcagcttttg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ctactgctca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agaagcttat</w:t>
      </w:r>
      <w:proofErr w:type="spellEnd"/>
    </w:p>
    <w:p w14:paraId="05F0922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gagcaggctg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ttgctaatgg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tgattctgaa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gttgttctta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aaaagttgaa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gaagtctttg</w:t>
      </w:r>
      <w:proofErr w:type="spellEnd"/>
    </w:p>
    <w:p w14:paraId="7923953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aatgtggcta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aatctgaatt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tgaccgtgat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gcagccatgc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aacgtaagtt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ggaaaagatg</w:t>
      </w:r>
      <w:proofErr w:type="spellEnd"/>
    </w:p>
    <w:p w14:paraId="651F6D6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gctgatcaag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ctatgaccca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aatgtataaa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caggctagat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ctgaggacaa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gagggcaaaa</w:t>
      </w:r>
      <w:proofErr w:type="spellEnd"/>
    </w:p>
    <w:p w14:paraId="01B4611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gttactagtg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ctatgcagac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aatgcttttc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actatgctta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gaaagttgga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taatgatgca</w:t>
      </w:r>
      <w:proofErr w:type="spellEnd"/>
    </w:p>
    <w:p w14:paraId="7FFD2E9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ctcaacaaca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ttatcaacaa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tgcaagagat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ggttgtgttc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ccttgaacat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aatacctctt</w:t>
      </w:r>
      <w:proofErr w:type="spellEnd"/>
    </w:p>
    <w:p w14:paraId="2EF1D13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acaacagcag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ccaaactaat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ggttgtcata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ccagactata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acacatataa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aaatacgtgt</w:t>
      </w:r>
      <w:proofErr w:type="spellEnd"/>
    </w:p>
    <w:p w14:paraId="0DF3305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gatggtacaa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catttactta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tgcatcagca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ttgtgggaaa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tccaacaggt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tgtagatgca</w:t>
      </w:r>
      <w:proofErr w:type="spellEnd"/>
    </w:p>
    <w:p w14:paraId="4591ACB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gatagtaaaa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ttgttcaact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tagtgaaatt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agtatggaca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attcacctaa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tttagcatgg</w:t>
      </w:r>
      <w:proofErr w:type="spellEnd"/>
    </w:p>
    <w:p w14:paraId="009C4DD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cctcttattg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taacagcttt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aagggccaat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tctgctgtca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aattacagaa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taatgagctt</w:t>
      </w:r>
      <w:proofErr w:type="spellEnd"/>
    </w:p>
    <w:p w14:paraId="0762E4A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agtcctgttg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cactacgaca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gatgtcttgt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gctgccggta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ctacacaaac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tgcttgcact</w:t>
      </w:r>
      <w:proofErr w:type="spellEnd"/>
    </w:p>
    <w:p w14:paraId="77EAD9A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gatgacaatg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cgttagctta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ctacaacaca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acaaagggag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gtaggtttgt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acttgcactg</w:t>
      </w:r>
      <w:proofErr w:type="spellEnd"/>
    </w:p>
    <w:p w14:paraId="07AD7C4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ttatccgatt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tacaggattt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gaaatgggct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agattcccta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agagtgatgg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aactggtact</w:t>
      </w:r>
      <w:proofErr w:type="spellEnd"/>
    </w:p>
    <w:p w14:paraId="2584A6E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atctatacag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aactggaacc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accttgtagg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tttgttacag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acacacctaa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aggtcctaaa</w:t>
      </w:r>
      <w:proofErr w:type="spellEnd"/>
    </w:p>
    <w:p w14:paraId="6D03A4D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gtgaagtatt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tatactttat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taaaggatta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aacaacctaa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atagaggtat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ggtacttggt</w:t>
      </w:r>
      <w:proofErr w:type="spellEnd"/>
    </w:p>
    <w:p w14:paraId="3FD88DE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agtttagctg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ccacagtacg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tctacaagct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ggtaatgcaa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cagaagtgcc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tgccaattca</w:t>
      </w:r>
      <w:proofErr w:type="spellEnd"/>
    </w:p>
    <w:p w14:paraId="71C9764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actgtattat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ctttctgtgc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ttttgctgta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gatgctgcta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aagcttacaa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agattatcta</w:t>
      </w:r>
      <w:proofErr w:type="spellEnd"/>
    </w:p>
    <w:p w14:paraId="58CAFF3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gctagtgggg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gacaaccaat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cactaattgt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gttaagatgt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tgtgtacaca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cactggtaca</w:t>
      </w:r>
      <w:proofErr w:type="spellEnd"/>
    </w:p>
    <w:p w14:paraId="7EAEE72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ggtcaggcaa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taacagtcac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accggaagcc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aatatggatc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aagaatcctt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tggtggtgca</w:t>
      </w:r>
      <w:proofErr w:type="spellEnd"/>
    </w:p>
    <w:p w14:paraId="16E5D5A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tcgtgttgtc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tgtactgccg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ttgccacata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gatcatccaa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atcctaaagg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attttgtgac</w:t>
      </w:r>
      <w:proofErr w:type="spellEnd"/>
    </w:p>
    <w:p w14:paraId="0A411FB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ttaaaaggta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agtatgtaca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aatacctaca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acttgtgcta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atgaccctgt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gggttttaca</w:t>
      </w:r>
      <w:proofErr w:type="spellEnd"/>
    </w:p>
    <w:p w14:paraId="7F695E2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cttaaaaaca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cagtctgtac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cgtctgcggt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atgtggaaag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gttatggctg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tagttgtgat</w:t>
      </w:r>
      <w:proofErr w:type="spellEnd"/>
    </w:p>
    <w:p w14:paraId="084D04D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caactccgcg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aacccatgct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tcagtcagct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gatgcacaat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cgtttttaaa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cgggtttgcg</w:t>
      </w:r>
      <w:proofErr w:type="spellEnd"/>
    </w:p>
    <w:p w14:paraId="0DC042E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gtgtaagtgc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agcccgtctt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acaccgtgcg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gcacaggcac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tagtactgat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gtcgtataca</w:t>
      </w:r>
      <w:proofErr w:type="spellEnd"/>
    </w:p>
    <w:p w14:paraId="23D3E06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gggcttttga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catctacaat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gataaagtag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ctggttttgc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taaattccta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aaaactaatt</w:t>
      </w:r>
      <w:proofErr w:type="spellEnd"/>
    </w:p>
    <w:p w14:paraId="1255922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gttgtcgctt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ccaagaaaag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gacgaagatg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acaatttaat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tgattcttac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tttgtagtta</w:t>
      </w:r>
      <w:proofErr w:type="spellEnd"/>
    </w:p>
    <w:p w14:paraId="77D408B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agagacacac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tttctctaac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taccaacatg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aagaaacaat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ttataattta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cttaaggatt</w:t>
      </w:r>
      <w:proofErr w:type="spellEnd"/>
    </w:p>
    <w:p w14:paraId="1C5EBFE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gtccagctgt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tgctaaacat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gacttcttta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agtttagaat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agacggtgac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atggtaccac</w:t>
      </w:r>
      <w:proofErr w:type="spellEnd"/>
    </w:p>
    <w:p w14:paraId="79F3D02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atatatcacg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tcaacgtctt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actaaataca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caatggcaga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cctcgtctat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gctttaaggc</w:t>
      </w:r>
      <w:proofErr w:type="spellEnd"/>
    </w:p>
    <w:p w14:paraId="1985A24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attttgatga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aggtaattgt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gacacattaa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aagaaatact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tgtcacatac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aattgttgtg</w:t>
      </w:r>
      <w:proofErr w:type="spellEnd"/>
    </w:p>
    <w:p w14:paraId="36AFD23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atgatgatta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tttcaataaa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aaggactggt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atgattttgt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agaaaaccca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gatatattac</w:t>
      </w:r>
      <w:proofErr w:type="spellEnd"/>
    </w:p>
    <w:p w14:paraId="12205FF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gcgtatacgc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caacttaggt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gaacgtgtac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gccaagcttt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gttaaaaaca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gtacaattct</w:t>
      </w:r>
      <w:proofErr w:type="spellEnd"/>
    </w:p>
    <w:p w14:paraId="7F0DAA3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gtgatgccat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gcgaaatgct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ggtattgttg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gtgtactgac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attagataat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caagatctca</w:t>
      </w:r>
      <w:proofErr w:type="spellEnd"/>
    </w:p>
    <w:p w14:paraId="4A470D7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atggtaactg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gtatgatttc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ggtgatttca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tacaaaccac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gccaggtagt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ggagttcctg</w:t>
      </w:r>
      <w:proofErr w:type="spellEnd"/>
    </w:p>
    <w:p w14:paraId="22DD5FA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ttgtagattc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ttattattca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ttgttaatgc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ctatattaac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cttgaccagg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gctttaactg</w:t>
      </w:r>
      <w:proofErr w:type="spellEnd"/>
    </w:p>
    <w:p w14:paraId="21AAA0E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cagagtcaca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tgttgacact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gacttaacaa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agccttacat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taagtgggat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ttgttaaaat</w:t>
      </w:r>
      <w:proofErr w:type="spellEnd"/>
    </w:p>
    <w:p w14:paraId="29EC33C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atgacttcac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ggaagagagg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ttaaaactct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ttgaccgtta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ttttaaatat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tgggatcaga</w:t>
      </w:r>
      <w:proofErr w:type="spellEnd"/>
    </w:p>
    <w:p w14:paraId="658A71E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cataccaccc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aaattgtgtt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aactgtttgg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atgacagatg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cattctgcat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tgtgcaaact</w:t>
      </w:r>
      <w:proofErr w:type="spellEnd"/>
    </w:p>
    <w:p w14:paraId="0B401E8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attctctaca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gtgttcccac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ttacaagttt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tggaccacta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gtgagaaaaa</w:t>
      </w:r>
      <w:proofErr w:type="spellEnd"/>
    </w:p>
    <w:p w14:paraId="35E1088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tatttgttga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tggtgttcca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tttgtagttt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caactggata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ccacttcaga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gagctaggtg</w:t>
      </w:r>
      <w:proofErr w:type="spellEnd"/>
    </w:p>
    <w:p w14:paraId="1511D05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ttgtacataa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tcaggatgta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aacttacata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gctctagact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tagttttaag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gaattacttg</w:t>
      </w:r>
      <w:proofErr w:type="spellEnd"/>
    </w:p>
    <w:p w14:paraId="67720ED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tgtatgctgc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tgaccctgct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atgcacgctg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tctattacta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gataaacgca</w:t>
      </w:r>
      <w:proofErr w:type="spellEnd"/>
    </w:p>
    <w:p w14:paraId="1DAF3BC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ctacgtgctt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ttcagtagct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gcacttacta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acaatgttgc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ttttcaaact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gtcaaacccg</w:t>
      </w:r>
      <w:proofErr w:type="spellEnd"/>
    </w:p>
    <w:p w14:paraId="6694D83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gtaattttaa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caaagacttc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tatgactttg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ctgtgtctaa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gggtttcttt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aaggaaggaa</w:t>
      </w:r>
      <w:proofErr w:type="spellEnd"/>
    </w:p>
    <w:p w14:paraId="7737CC8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gttctgttga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attaaaacac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ttcttctttg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ctcaggatgg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taatgctgct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atcagcgatt</w:t>
      </w:r>
      <w:proofErr w:type="spellEnd"/>
    </w:p>
    <w:p w14:paraId="32AD943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atgactacta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tcgttataat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ctaccaacaa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tgtgtgatat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cagacaacta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ctatttgtag</w:t>
      </w:r>
      <w:proofErr w:type="spellEnd"/>
    </w:p>
    <w:p w14:paraId="481B8E3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ttgaagttgt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tgataagtac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tttgattgtt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acgatggtgg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ctgtattaat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gctaaccaag</w:t>
      </w:r>
      <w:proofErr w:type="spellEnd"/>
    </w:p>
    <w:p w14:paraId="642ADEF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tcatcgtcaa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caacctagac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aaatcagctg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gttttccatt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taataaatgg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ggtaaggcta</w:t>
      </w:r>
      <w:proofErr w:type="spellEnd"/>
    </w:p>
    <w:p w14:paraId="5BB7A80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gactttatta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tgattcaatg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agttatgagg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atcaagatgc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acttttcgca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tatacaaaac</w:t>
      </w:r>
      <w:proofErr w:type="spellEnd"/>
    </w:p>
    <w:p w14:paraId="2FB604A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gtaatgtcat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ccctactata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actcaaatga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atcttaagta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tgccattagt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gcaaagaata</w:t>
      </w:r>
      <w:proofErr w:type="spellEnd"/>
    </w:p>
    <w:p w14:paraId="74DCB0D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gagctcgcac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cgtagctggt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gtctctatct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gtagtactat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gaccaataga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cagtttcatc</w:t>
      </w:r>
      <w:proofErr w:type="spellEnd"/>
    </w:p>
    <w:p w14:paraId="5179EB5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aaaaattatt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gaaatcaata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gccgccacta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gaggagctac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tgtagtaatt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ggaacaagca</w:t>
      </w:r>
      <w:proofErr w:type="spellEnd"/>
    </w:p>
    <w:p w14:paraId="4D467FE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aattctatgg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tggttggcac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aatatgttaa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aaactgttta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tagtgatgta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gaaaaccctc</w:t>
      </w:r>
      <w:proofErr w:type="spellEnd"/>
    </w:p>
    <w:p w14:paraId="24A4F70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accttatggg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ttgggattat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cctaaatgtg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atagagccat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gcctaacatg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cttagaatta</w:t>
      </w:r>
      <w:proofErr w:type="spellEnd"/>
    </w:p>
    <w:p w14:paraId="67A610B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tggcctcact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tgttcttgct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cgcaaacata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caacgtgttg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tagcttgtca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caccgtttct</w:t>
      </w:r>
      <w:proofErr w:type="spellEnd"/>
    </w:p>
    <w:p w14:paraId="68DC7E1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atagattagc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taatgagtgt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gctcaagtat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tgagtgaaat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ggtcatgtgt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ggcggttcac</w:t>
      </w:r>
      <w:proofErr w:type="spellEnd"/>
    </w:p>
    <w:p w14:paraId="6DDE465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tatatgttaa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accaggtgga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acctcatcag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gagatgccac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aactgcttat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gctaatagtg</w:t>
      </w:r>
      <w:proofErr w:type="spellEnd"/>
    </w:p>
    <w:p w14:paraId="033D7FD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tttttaacat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ttgtcaagct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gtcacggcca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atgttaatgc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acttttatct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actgatggta</w:t>
      </w:r>
      <w:proofErr w:type="spellEnd"/>
    </w:p>
    <w:p w14:paraId="695DA42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acaaaattgc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cgataagtat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gtccgcaatt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tacaacacag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actttatgag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tgtctctata</w:t>
      </w:r>
      <w:proofErr w:type="spellEnd"/>
    </w:p>
    <w:p w14:paraId="4870737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gaaatagaga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tgttgacaca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gactttgtga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atgagtttta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cgcatatttg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cgtaaacatt</w:t>
      </w:r>
      <w:proofErr w:type="spellEnd"/>
    </w:p>
    <w:p w14:paraId="1D09BB2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tctcaatgat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gatactctct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gacgatgctg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ttgtgtgttt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caatagcact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tatgcatctc</w:t>
      </w:r>
      <w:proofErr w:type="spellEnd"/>
    </w:p>
    <w:p w14:paraId="195C84E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aaggtctagt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ggctagcata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aagaacttta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agtcagttct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ttattatcaa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aacaatgttt</w:t>
      </w:r>
      <w:proofErr w:type="spellEnd"/>
    </w:p>
    <w:p w14:paraId="0D6285C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ttatgtctga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agcaaaatgt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tggactgaga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ctgaccttac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taaaggacct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catgaatttt</w:t>
      </w:r>
      <w:proofErr w:type="spellEnd"/>
    </w:p>
    <w:p w14:paraId="17B3F00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gctctcaaca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tacaatgcta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gttaaacagg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gtgatgatta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tgtgtacctt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ccttacccag</w:t>
      </w:r>
      <w:proofErr w:type="spellEnd"/>
    </w:p>
    <w:p w14:paraId="6D0CEFB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atccatcaag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aatcctaggg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gccggctgtt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ttgtagatga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tatcgtaaaa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acagatggta</w:t>
      </w:r>
      <w:proofErr w:type="spellEnd"/>
    </w:p>
    <w:p w14:paraId="2456681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cacttatgat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tgaacggttc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gtgtctttag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ctatagatgc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ttacccactt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actaaacatc</w:t>
      </w:r>
      <w:proofErr w:type="spellEnd"/>
    </w:p>
    <w:p w14:paraId="21E46EB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ctaatcagga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gtatgctgat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gtctttcatt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tgtacttaca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atacataaga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aagctacatg</w:t>
      </w:r>
      <w:proofErr w:type="spellEnd"/>
    </w:p>
    <w:p w14:paraId="5377F79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atgagttaac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aggacacatg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ttagacatgt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gcttactaat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gataacactt</w:t>
      </w:r>
      <w:proofErr w:type="spellEnd"/>
    </w:p>
    <w:p w14:paraId="3C62FE0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caaggtattg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ggaacctgag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ttttatgagg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ctatgtacac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accgcataca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gtcttacagg</w:t>
      </w:r>
      <w:proofErr w:type="spellEnd"/>
    </w:p>
    <w:p w14:paraId="3CB9258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ctgttggggc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ttgtgttctt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tgcaattcac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agacttcatt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aagatgtggt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gcttgcatac</w:t>
      </w:r>
      <w:proofErr w:type="spellEnd"/>
    </w:p>
    <w:p w14:paraId="25E12F4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gtagaccatt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cttatgttgt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aaatgctgtt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acgaccatgt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catatcaaca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tcacataaat</w:t>
      </w:r>
      <w:proofErr w:type="spellEnd"/>
    </w:p>
    <w:p w14:paraId="4ADF164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tagtcttgtc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tgttaatccg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tatgtttgca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atgctccagg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ttgtgatgtc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acagatgtga</w:t>
      </w:r>
      <w:proofErr w:type="spellEnd"/>
    </w:p>
    <w:p w14:paraId="6B665BB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ctcaacttta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cttaggaggt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atgagctatt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attgtaaatc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acataaacca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cccattagtt</w:t>
      </w:r>
      <w:proofErr w:type="spellEnd"/>
    </w:p>
    <w:p w14:paraId="50D93E9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ttccattgtg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tgctaatgga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caagtttttg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gtttatataa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aaatacatgt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gttggtagcg</w:t>
      </w:r>
      <w:proofErr w:type="spellEnd"/>
    </w:p>
    <w:p w14:paraId="394403A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ataatgttac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tgactttaat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gcaattgcaa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catgtgactg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gacaaatgct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ggtgattaca</w:t>
      </w:r>
      <w:proofErr w:type="spellEnd"/>
    </w:p>
    <w:p w14:paraId="014CBF6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ttttagctaa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cacctgtact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gaaagactca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agctttttgc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agcagaaacg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ctcaaagcta</w:t>
      </w:r>
      <w:proofErr w:type="spellEnd"/>
    </w:p>
    <w:p w14:paraId="785708C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ctgaggagac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atttaaactg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tcttatggta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ttgctactgt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acgtgaagtg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ctgtctgaca</w:t>
      </w:r>
      <w:proofErr w:type="spellEnd"/>
    </w:p>
    <w:p w14:paraId="3DF80BD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gagaattaca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tctttcatgg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gaagttggta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aacctagacc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accacttaac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cgaaattatg</w:t>
      </w:r>
      <w:proofErr w:type="spellEnd"/>
    </w:p>
    <w:p w14:paraId="6FEB04C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tctttactgg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ttatcgtgta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actaaaaaca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gtaaagtaca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aataggagag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tacacctttg</w:t>
      </w:r>
      <w:proofErr w:type="spellEnd"/>
    </w:p>
    <w:p w14:paraId="26243A8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aaaaaggtga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ctatggtgat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gctgttgttt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accgaggtac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aacaacttac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aaattaaatg</w:t>
      </w:r>
      <w:proofErr w:type="spellEnd"/>
    </w:p>
    <w:p w14:paraId="56E6829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ttggtgatta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ttttgtgctg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acatcacata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cagtaatgcc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attaagtgca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cctacactag</w:t>
      </w:r>
      <w:proofErr w:type="spellEnd"/>
    </w:p>
    <w:p w14:paraId="642CDF7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tgccacaaga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gcactatgtt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agaattactg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gcttataccc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aacactcaat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atctcagatg</w:t>
      </w:r>
      <w:proofErr w:type="spellEnd"/>
    </w:p>
    <w:p w14:paraId="2886387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agttttctag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caatgttgca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aattatcaaa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aggttggtat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gcaaaagtat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tctacactcc</w:t>
      </w:r>
      <w:proofErr w:type="spellEnd"/>
    </w:p>
    <w:p w14:paraId="4032063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agggaccacc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tggtactggt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aagagtcatt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ttgctattgg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cctagctctc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tactaccctt</w:t>
      </w:r>
      <w:proofErr w:type="spellEnd"/>
    </w:p>
    <w:p w14:paraId="5A24B6D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ctgctcgcat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agtgtataca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gcttgctctc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atgccgctgt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tgatgcacta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tgtgagaagg</w:t>
      </w:r>
      <w:proofErr w:type="spellEnd"/>
    </w:p>
    <w:p w14:paraId="4D87D1B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cattaaaata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tttgcctata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gataaatgta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gtagaattat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acctgcacgt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gctcgtgtag</w:t>
      </w:r>
      <w:proofErr w:type="spellEnd"/>
    </w:p>
    <w:p w14:paraId="6E85315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agtgttttga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taaattcaaa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gtgaattcaa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cattagaaca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gtatgtcttt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tgtactgtaa</w:t>
      </w:r>
      <w:proofErr w:type="spellEnd"/>
    </w:p>
    <w:p w14:paraId="06C3E5D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atgcattgcc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tgagacgaca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gcagatatag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ttgtctttga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tgaaatttca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atggccacaa</w:t>
      </w:r>
      <w:proofErr w:type="spellEnd"/>
    </w:p>
    <w:p w14:paraId="2454A11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attatgattt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gagtgttgtc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aatgccagat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tacgtgctaa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gcactatgtg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tacattggcg</w:t>
      </w:r>
      <w:proofErr w:type="spellEnd"/>
    </w:p>
    <w:p w14:paraId="5DB526E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accctgctca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attacctgca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ccacgcacat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tgctaactaa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gggcacacta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gaaccagaat</w:t>
      </w:r>
      <w:proofErr w:type="spellEnd"/>
    </w:p>
    <w:p w14:paraId="09A3530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atttcaattc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agtgtgtaga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ctataggtcc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agacatgttc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ctcggaactt</w:t>
      </w:r>
      <w:proofErr w:type="spellEnd"/>
    </w:p>
    <w:p w14:paraId="59B5E45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gtcggcgttg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tcctgctgaa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attgttgaca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ctgtgagtgc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tttggtttat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gataataagc</w:t>
      </w:r>
      <w:proofErr w:type="spellEnd"/>
    </w:p>
    <w:p w14:paraId="3206273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ttaaagcaca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taaagacaaa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tcagctcaat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gctttaaaat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gttttataag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ggtgttatca</w:t>
      </w:r>
      <w:proofErr w:type="spellEnd"/>
    </w:p>
    <w:p w14:paraId="311C212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cgcatgatgt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ttcatctgca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attaacaggc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cacaaatagg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cgtggtaaga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gaattcctta</w:t>
      </w:r>
      <w:proofErr w:type="spellEnd"/>
    </w:p>
    <w:p w14:paraId="1F2FE44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cacgtaaccc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tgcttggaga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aaagctgtct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ttatttcacc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ttataattca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cagaatgctg</w:t>
      </w:r>
      <w:proofErr w:type="spellEnd"/>
    </w:p>
    <w:p w14:paraId="0B544F5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tagcctcaaa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gattttggga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ctaccaactc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aaactgttga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ttcatcacag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ggctcagaat</w:t>
      </w:r>
      <w:proofErr w:type="spellEnd"/>
    </w:p>
    <w:p w14:paraId="3C75234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atgactatgt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catattcact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caaaccactg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aaacagctca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ctcttgtaat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gtaaacagat</w:t>
      </w:r>
      <w:proofErr w:type="spellEnd"/>
    </w:p>
    <w:p w14:paraId="74D871F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ttaatgttgc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tattaccaga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gcaaaagtag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gcatactttg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cataatgtct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gatagagacc</w:t>
      </w:r>
      <w:proofErr w:type="spellEnd"/>
    </w:p>
    <w:p w14:paraId="2E9878D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tttatgacaa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gttgcaattt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acaagtcttg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aaattccacg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taggaatgtg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gcaactttac</w:t>
      </w:r>
      <w:proofErr w:type="spellEnd"/>
    </w:p>
    <w:p w14:paraId="2A60391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aagctgaaaa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tgtaacagga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ctctttaaag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attgtagtaa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ggtaatcact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gggttacatc</w:t>
      </w:r>
      <w:proofErr w:type="spellEnd"/>
    </w:p>
    <w:p w14:paraId="487B7D5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ctacacaggc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acctacacac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ctcagtgttg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acactaaatt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caaaactgaa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ggtttatgtg</w:t>
      </w:r>
      <w:proofErr w:type="spellEnd"/>
    </w:p>
    <w:p w14:paraId="4484B68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ttgacgtacc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tggcatacct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aaggacatga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cctatagaag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actcatctct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atgatgggtt</w:t>
      </w:r>
      <w:proofErr w:type="spellEnd"/>
    </w:p>
    <w:p w14:paraId="325BCBF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ttaaaatgaa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ttatcaagtt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aatggttacc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ctaacatgtt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tatcacccgc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gaagaagcta</w:t>
      </w:r>
      <w:proofErr w:type="spellEnd"/>
    </w:p>
    <w:p w14:paraId="06AC719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taagacatgt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acgtgcatgg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attggcttcg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atgtcgaggg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gtgtcatgct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actagagaag</w:t>
      </w:r>
      <w:proofErr w:type="spellEnd"/>
    </w:p>
    <w:p w14:paraId="208D68F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ctgttggtac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caatttacct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ttacagctag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gtttttctac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aggtgttaac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ctagttgctg</w:t>
      </w:r>
      <w:proofErr w:type="spellEnd"/>
    </w:p>
    <w:p w14:paraId="6BFFD84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tacctacagg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ttatgttgat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acacctaata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atacagattt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ttccagagtt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agtgctaaac</w:t>
      </w:r>
      <w:proofErr w:type="spellEnd"/>
    </w:p>
    <w:p w14:paraId="5118861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caccgcctgg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agatcaattt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aaacacctca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taccacttat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gtacaaagga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cttccttgga</w:t>
      </w:r>
      <w:proofErr w:type="spellEnd"/>
    </w:p>
    <w:p w14:paraId="34DBFA3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atgtagtgcg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gtacaaatgt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taagtgacac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acttaaaaat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ctctctgaca</w:t>
      </w:r>
      <w:proofErr w:type="spellEnd"/>
    </w:p>
    <w:p w14:paraId="761BDB9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gagtcgtatt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tgtcttatgg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gcacatggct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ttgagttgac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atctatgaag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tattttgtga</w:t>
      </w:r>
      <w:proofErr w:type="spellEnd"/>
    </w:p>
    <w:p w14:paraId="25C4EDA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aaataggacc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tgagcgcacc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tgttgtctat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gtgatagacg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tgccacatgc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ttttccactg</w:t>
      </w:r>
      <w:proofErr w:type="spellEnd"/>
    </w:p>
    <w:p w14:paraId="0EDCFA0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cttcagacac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ttatgcctgt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tggcatcatt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ctattggatt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tgattacgtc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tataatccgt</w:t>
      </w:r>
      <w:proofErr w:type="spellEnd"/>
    </w:p>
    <w:p w14:paraId="4E6FBAE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ttatgattga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tgttcaacaa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tggggtttta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caggtaacct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acaaagcaac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catgatctgt</w:t>
      </w:r>
      <w:proofErr w:type="spellEnd"/>
    </w:p>
    <w:p w14:paraId="2F61EEC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attgtcaagt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ccatggtaat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gcacatgtag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ctagttgtga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tgcaatcatg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actaggtgtc</w:t>
      </w:r>
      <w:proofErr w:type="spellEnd"/>
    </w:p>
    <w:p w14:paraId="5B1257B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tagctgtcca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cgagtgcttt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gttaagcgtg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ttgactggac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tattgaatat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cctataattg</w:t>
      </w:r>
      <w:proofErr w:type="spellEnd"/>
    </w:p>
    <w:p w14:paraId="69BB878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gtgatgaact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gaagattaat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gcggcttgta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gaaaggttca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gttaaagctg</w:t>
      </w:r>
      <w:proofErr w:type="spellEnd"/>
    </w:p>
    <w:p w14:paraId="5A4C336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cattattagc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agacaaattc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ccagttcttc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acgacattgg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taaccctaaa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gctattaagt</w:t>
      </w:r>
      <w:proofErr w:type="spellEnd"/>
    </w:p>
    <w:p w14:paraId="385C773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gtgtacctca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agctgatgta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gaatggaagt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tctatgatgc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acagccttgt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agtgacaaag</w:t>
      </w:r>
      <w:proofErr w:type="spellEnd"/>
    </w:p>
    <w:p w14:paraId="4E575F4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cttataaaat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agaagaatta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ttctattctt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atgccacaca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ttctgacaaa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ttcacagatg</w:t>
      </w:r>
      <w:proofErr w:type="spellEnd"/>
    </w:p>
    <w:p w14:paraId="08EF649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gtgtatgcct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attttggaat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tgcaatgtcg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atagatatcc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tgctaattcc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attgtttgta</w:t>
      </w:r>
      <w:proofErr w:type="spellEnd"/>
    </w:p>
    <w:p w14:paraId="62F2AC0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gatttgacac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tagagtgcta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tctaacctta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acttgcctgg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ttgtgatggt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ggcagtttgt</w:t>
      </w:r>
      <w:proofErr w:type="spellEnd"/>
    </w:p>
    <w:p w14:paraId="12BD703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atgtaaataa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acatgcattc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cacacaccag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cttttgataa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aagtgctttt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gttaatttaa</w:t>
      </w:r>
      <w:proofErr w:type="spellEnd"/>
    </w:p>
    <w:p w14:paraId="0886BD4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aacaattacc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atttttctat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tactctgaca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gtccatgtga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gtctcatgga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aaacaagtag</w:t>
      </w:r>
      <w:proofErr w:type="spellEnd"/>
    </w:p>
    <w:p w14:paraId="3417473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tgtcagatat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agattatgta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ccactaaagt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ctgctacgtg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tataacacgt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tgcaatttag</w:t>
      </w:r>
      <w:proofErr w:type="spellEnd"/>
    </w:p>
    <w:p w14:paraId="7C13282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gtggtgctgt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ctgtagacat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catgctaatg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agtacagatt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gtatctcgat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gcttataaca</w:t>
      </w:r>
      <w:proofErr w:type="spellEnd"/>
    </w:p>
    <w:p w14:paraId="05F9061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tgatgatctc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agctggcttt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agcttgtggg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tttacaaaca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atttgatact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tataacctct</w:t>
      </w:r>
      <w:proofErr w:type="spellEnd"/>
    </w:p>
    <w:p w14:paraId="3D6C503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ggaacacttt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tacaagactt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cagagtttag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aaaatgtggc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ttttaatgtt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gtaaataagg</w:t>
      </w:r>
      <w:proofErr w:type="spellEnd"/>
    </w:p>
    <w:p w14:paraId="7F4D307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gacactttga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tggacaacag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ggtgaagtac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cagtttctat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cattaataac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actgtttaca</w:t>
      </w:r>
      <w:proofErr w:type="spellEnd"/>
    </w:p>
    <w:p w14:paraId="4F49BFD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caaaagttga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tggtgttgat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gtagaattgt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ttgaaaataa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aacaacatta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cctgttaatg</w:t>
      </w:r>
      <w:proofErr w:type="spellEnd"/>
    </w:p>
    <w:p w14:paraId="5B5271C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tagcatttga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gctttgggct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aagcgcaaca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accagaggtg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aaaatactca</w:t>
      </w:r>
      <w:proofErr w:type="spellEnd"/>
    </w:p>
    <w:p w14:paraId="04E2C53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ataatttggg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tgtggacatt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gctgctaata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ctgtgatctg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ggactacaaa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agagatgctc</w:t>
      </w:r>
      <w:proofErr w:type="spellEnd"/>
    </w:p>
    <w:p w14:paraId="0AB5A3F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cagcacatat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atctactatt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ggtgtttgtt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ctatgactga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catagccaag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aaaccaactg</w:t>
      </w:r>
      <w:proofErr w:type="spellEnd"/>
    </w:p>
    <w:p w14:paraId="7560A07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aaacgatttg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tgcaccactc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actgtctttt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ttgatggtag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agttgatggt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caagtagact</w:t>
      </w:r>
      <w:proofErr w:type="spellEnd"/>
    </w:p>
    <w:p w14:paraId="16F8A54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tatttagaaa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tgcccgtaat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ggtgttctta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ttacagaagg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tagtgttaaa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ggtttacaac</w:t>
      </w:r>
      <w:proofErr w:type="spellEnd"/>
    </w:p>
    <w:p w14:paraId="5BE8BF7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catctgtagg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tcccaaacaa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gctagtctta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atggagtcac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attaattgga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gaagccgtaa</w:t>
      </w:r>
      <w:proofErr w:type="spellEnd"/>
    </w:p>
    <w:p w14:paraId="0B057CE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aaacacagtt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aagaaagttg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atggtgttgt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ccaacaatta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cctgaaactt</w:t>
      </w:r>
      <w:proofErr w:type="spellEnd"/>
    </w:p>
    <w:p w14:paraId="6C94EFB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actttactca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gagtagaaat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ttacaagaat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ttaaacccag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gagtcaaatg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gaaattgatt</w:t>
      </w:r>
      <w:proofErr w:type="spellEnd"/>
    </w:p>
    <w:p w14:paraId="28BC7AB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tcttagaatt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agctatggat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gaattcattg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aacggtataa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attagaaggc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tatgccttcg</w:t>
      </w:r>
      <w:proofErr w:type="spellEnd"/>
    </w:p>
    <w:p w14:paraId="61BBE26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aacatatcgt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ttatggagat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tttagtcata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gtcagttagg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tggtttacat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ctactgattg</w:t>
      </w:r>
      <w:proofErr w:type="spellEnd"/>
    </w:p>
    <w:p w14:paraId="7FE90D7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gactagctaa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acgttttaag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gaatcacctt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ttgaattaga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agattttatt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cctatggaca</w:t>
      </w:r>
      <w:proofErr w:type="spellEnd"/>
    </w:p>
    <w:p w14:paraId="2AB660B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gtacagttaa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aaactatttc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ataacagatg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cgcaaacagg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ttcatctaag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tgtgtgtgtt</w:t>
      </w:r>
      <w:proofErr w:type="spellEnd"/>
    </w:p>
    <w:p w14:paraId="31A998F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ctgttattga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tttattactt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gatgattttg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ttgaaataat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aaaatcccaa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gatttatctg</w:t>
      </w:r>
      <w:proofErr w:type="spellEnd"/>
    </w:p>
    <w:p w14:paraId="525DE39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tagtttctaa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ggttgtcaaa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gtgactattg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actatacaga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aatttcattt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atgctttggt</w:t>
      </w:r>
      <w:proofErr w:type="spellEnd"/>
    </w:p>
    <w:p w14:paraId="76F109F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gtaaagatgg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ccatgtagaa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acattttacc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caaaattaca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atctagtcaa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gcgtggcaac</w:t>
      </w:r>
      <w:proofErr w:type="spellEnd"/>
    </w:p>
    <w:p w14:paraId="1818617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cgggtgttgc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tatgcctaat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ctttacaaaa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tgcaaagaat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gctattagaa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aagtgtgacc</w:t>
      </w:r>
      <w:proofErr w:type="spellEnd"/>
    </w:p>
    <w:p w14:paraId="7A5EC05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ttcaaaatta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tggtgatagt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gcaacattac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ctaaaggcat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aatgatgaat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gtcgcaaaat</w:t>
      </w:r>
      <w:proofErr w:type="spellEnd"/>
    </w:p>
    <w:p w14:paraId="2006458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atactcaact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gtgtcaatat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ttaaacacat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taacattagc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tgtaccctat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aatatgagag</w:t>
      </w:r>
      <w:proofErr w:type="spellEnd"/>
    </w:p>
    <w:p w14:paraId="2BA5A68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ttatacattt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tggtgctggt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tctgataaag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gagttgcacc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aggtacagct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gttttaagac</w:t>
      </w:r>
      <w:proofErr w:type="spellEnd"/>
    </w:p>
    <w:p w14:paraId="0CF17CA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agtggttgcc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tacgggtacg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ctgcttgtcg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attcagatct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taatgacttt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gtctctgatg</w:t>
      </w:r>
      <w:proofErr w:type="spellEnd"/>
    </w:p>
    <w:p w14:paraId="2746F73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cagattcaac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tttgattggt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gattgtgcaa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ctgtacatac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agctaataaa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tgggatctca</w:t>
      </w:r>
      <w:proofErr w:type="spellEnd"/>
    </w:p>
    <w:p w14:paraId="6885F04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ttattagtga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tatgtacgac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cctaagacta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aaaatgttac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aaaagaaaat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gactctaaag</w:t>
      </w:r>
      <w:proofErr w:type="spellEnd"/>
    </w:p>
    <w:p w14:paraId="7560FAE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agggtttttt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cacttacatt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tgtgggttta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tacaacaaaa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gctagctctt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ggaggttccg</w:t>
      </w:r>
      <w:proofErr w:type="spellEnd"/>
    </w:p>
    <w:p w14:paraId="2486B24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tggctataaa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gataacagaa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cattcttgga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atgctgatct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ttataagctc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atgggacact</w:t>
      </w:r>
      <w:proofErr w:type="spellEnd"/>
    </w:p>
    <w:p w14:paraId="5E7254E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tcgcatggtg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gacagccttt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gttactaatg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tgaatgcgtc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atcatctgaa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gcatttttaa</w:t>
      </w:r>
      <w:proofErr w:type="spellEnd"/>
    </w:p>
    <w:p w14:paraId="632F756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ttggatgtaa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ttatcttggc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aaaccacgcg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tggttatgtc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atgcatgcaa</w:t>
      </w:r>
      <w:proofErr w:type="spellEnd"/>
    </w:p>
    <w:p w14:paraId="2EB81B0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attacatatt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ttggaggaat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acaaatccaa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ttcagttgtc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ttcctattct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ttatttgaca</w:t>
      </w:r>
      <w:proofErr w:type="spellEnd"/>
    </w:p>
    <w:p w14:paraId="67F1CC3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tgagtaaatt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tccccttaaa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ttaaggggta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ctgctgttat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gtctttaaaa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gaaggtcaaa</w:t>
      </w:r>
      <w:proofErr w:type="spellEnd"/>
    </w:p>
    <w:p w14:paraId="4234FAD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tcaatgatat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gattttatct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cttcttagta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aaggtagact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tataattaga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gaaaacaaca</w:t>
      </w:r>
      <w:proofErr w:type="spellEnd"/>
    </w:p>
    <w:p w14:paraId="0587797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gagttgttat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ttctagtgat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gttcttgtta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acaactaaac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gaacaatgtt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tgtttttctt</w:t>
      </w:r>
      <w:proofErr w:type="spellEnd"/>
    </w:p>
    <w:p w14:paraId="394BE45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gttttattgc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cactagtctc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tagtcagtgt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gttaatctta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caaccagaac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tcaattaccc</w:t>
      </w:r>
      <w:proofErr w:type="spellEnd"/>
    </w:p>
    <w:p w14:paraId="2F84694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cctgcataca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ctaattcttt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cacacgtggt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gtttattacc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ctgacaaagt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tttcagatcc</w:t>
      </w:r>
      <w:proofErr w:type="spellEnd"/>
    </w:p>
    <w:p w14:paraId="05C68F3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tcagttttac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attcaactca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ggacttgttc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ttacctttct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tttccaatgt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tacttggttc</w:t>
      </w:r>
      <w:proofErr w:type="spellEnd"/>
    </w:p>
    <w:p w14:paraId="2D704DE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catgttatct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ctgggaccaa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tggtactaag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aggtttgata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accctgtcct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accatttaat</w:t>
      </w:r>
      <w:proofErr w:type="spellEnd"/>
    </w:p>
    <w:p w14:paraId="486A51F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gatggtgttt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attttgcttc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cattgagaag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tctaacataa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taagaggctg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gatttttggt</w:t>
      </w:r>
      <w:proofErr w:type="spellEnd"/>
    </w:p>
    <w:p w14:paraId="31D84F6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actactttag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attcgaagac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ccagtcccta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cttattgtta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ataacgctac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taatgttgtt</w:t>
      </w:r>
      <w:proofErr w:type="spellEnd"/>
    </w:p>
    <w:p w14:paraId="526AB28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attaaagtct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gtgaatttca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attttgtaat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gatccatttt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tggaccacaa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aaacaacaaa</w:t>
      </w:r>
      <w:proofErr w:type="spellEnd"/>
    </w:p>
    <w:p w14:paraId="624FC0E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agttggatgg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aaagtgagtt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cagagtttat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tctagtgcga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ataattgcac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ttttgaatat</w:t>
      </w:r>
      <w:proofErr w:type="spellEnd"/>
    </w:p>
    <w:p w14:paraId="28A8524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gtctctcagc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cttttcttat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ggaccttgaa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ggaaaacagg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gtaatttcaa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aaatcttagg</w:t>
      </w:r>
      <w:proofErr w:type="spellEnd"/>
    </w:p>
    <w:p w14:paraId="5C69715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gaatttgtgt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ttaagaatat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tgatggttat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tttaaaatat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attctaagca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cacgcctatt</w:t>
      </w:r>
      <w:proofErr w:type="spellEnd"/>
    </w:p>
    <w:p w14:paraId="542EFB7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atagtgcgtg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agccagaaga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tctccctcag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ggtttttcgg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ctttagaacc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attggtagat</w:t>
      </w:r>
      <w:proofErr w:type="spellEnd"/>
    </w:p>
    <w:p w14:paraId="2972CA2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ttgccaatag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gtattaacat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cactaggttt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caaactttac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ttgctttaca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tagaagttat</w:t>
      </w:r>
      <w:proofErr w:type="spellEnd"/>
    </w:p>
    <w:p w14:paraId="33C2B2B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ttgactcctg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gtgattcttc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ttcaggttgg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acagctggtg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ctgcagctta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ttatgtgggt</w:t>
      </w:r>
      <w:proofErr w:type="spellEnd"/>
    </w:p>
    <w:p w14:paraId="4F4E907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tatcttcaac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ctaggacttt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tctattaaaa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tataatgaaa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atggaaccat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tacagatgct</w:t>
      </w:r>
      <w:proofErr w:type="spellEnd"/>
    </w:p>
    <w:p w14:paraId="1409D0D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gtagactgtg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cacttgaccc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tctctcagaa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acaaagtgta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cgttgaaatc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cttcactgta</w:t>
      </w:r>
      <w:proofErr w:type="spellEnd"/>
    </w:p>
    <w:p w14:paraId="579EBD1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gaaaaaggaa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tctatcaaac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ttctaacttt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agagtccaac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caacagaatc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tattgttaga</w:t>
      </w:r>
      <w:proofErr w:type="spellEnd"/>
    </w:p>
    <w:p w14:paraId="7FC949D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tttcctaata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ttacaaactt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gtgccctttt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gatgaagttt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ttaacgccac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caaatttgca</w:t>
      </w:r>
      <w:proofErr w:type="spellEnd"/>
    </w:p>
    <w:p w14:paraId="68237EB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tctgtttatg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cttggaacag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gaagagaatc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agcaactgtg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ttgctgatta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ttctgtccta</w:t>
      </w:r>
      <w:proofErr w:type="spellEnd"/>
    </w:p>
    <w:p w14:paraId="34C0639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tataatctcg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caccattttt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cacttttaag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tgttatggag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tgtctcctac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taaattaaat</w:t>
      </w:r>
      <w:proofErr w:type="spellEnd"/>
    </w:p>
    <w:p w14:paraId="53B91AB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gatctctgct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ttactaatgt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ctatgcagat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tcatttgtaa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ttagaggtga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tgaagtcaga</w:t>
      </w:r>
      <w:proofErr w:type="spellEnd"/>
    </w:p>
    <w:p w14:paraId="7F42417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caaatcgctc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cagggcaaac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tggaaatatt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gctgattata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attataaatt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accagatgat</w:t>
      </w:r>
      <w:proofErr w:type="spellEnd"/>
    </w:p>
    <w:p w14:paraId="2BD7009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tttacaggct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gcgttatagc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ttggaattct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aacaagcttg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attctaaggt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tagtggtaat</w:t>
      </w:r>
      <w:proofErr w:type="spellEnd"/>
    </w:p>
    <w:p w14:paraId="723DC8A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tataattacc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tgtatagatt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gtttaggaag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tctaatctca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aaccttttga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gagagatatt</w:t>
      </w:r>
      <w:proofErr w:type="spellEnd"/>
    </w:p>
    <w:p w14:paraId="4748039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tcaactgaaa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tctatcaggc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cggtaacaaa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ccttgtaatg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gtgttgaagg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ttttaattgt</w:t>
      </w:r>
      <w:proofErr w:type="spellEnd"/>
    </w:p>
    <w:p w14:paraId="30BF809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tactttcctt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tacgatcata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tagtttccga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cccacttatg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gtgttggtca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ccaaccatac</w:t>
      </w:r>
      <w:proofErr w:type="spellEnd"/>
    </w:p>
    <w:p w14:paraId="3DB40F0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agagtagtag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tactttcttt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tgaacttcta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catgcaccag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caactgtttg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tggacctaaa</w:t>
      </w:r>
      <w:proofErr w:type="spellEnd"/>
    </w:p>
    <w:p w14:paraId="3FB2071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aagtctacta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atttggttaa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aaacaaatgt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gtcaatttca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acttcaatgg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tttaaaaggc</w:t>
      </w:r>
      <w:proofErr w:type="spellEnd"/>
    </w:p>
    <w:p w14:paraId="2BC5EA7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acaggtgttc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ttactgagtc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taacaaaaag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tttctgcctt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tccaacaatt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tggcagagac</w:t>
      </w:r>
      <w:proofErr w:type="spellEnd"/>
    </w:p>
    <w:p w14:paraId="62C1E36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attgctgaca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ctactgatgc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tgtccgtgat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ccacagacac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ttgagattct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tgacattaca</w:t>
      </w:r>
      <w:proofErr w:type="spellEnd"/>
    </w:p>
    <w:p w14:paraId="433CC08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ccatgttctt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ttggtggtgt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cagtgttata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acaccaggaa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caaatacttc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taaccaggtt</w:t>
      </w:r>
      <w:proofErr w:type="spellEnd"/>
    </w:p>
    <w:p w14:paraId="0CB2CF0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gctgttcttt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atcagggtgt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taactgcaca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gaagtccctg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ttgctattca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tgcagatcaa</w:t>
      </w:r>
      <w:proofErr w:type="spellEnd"/>
    </w:p>
    <w:p w14:paraId="42BD7DD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cttactccta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cttggcgtgt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ttattctaca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ggttctaatg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tttttcaaac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acgtgcaggc</w:t>
      </w:r>
      <w:proofErr w:type="spellEnd"/>
    </w:p>
    <w:p w14:paraId="7A9248D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tgtttaatag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gggctgaata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tgtcaacaac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tcatatgagt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gtgacatacc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cattggtgca</w:t>
      </w:r>
      <w:proofErr w:type="spellEnd"/>
    </w:p>
    <w:p w14:paraId="5901843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ggtatatgcg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ctagttatca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gactcagact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aagtctcatc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ggcgggcacg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tagtgtagct</w:t>
      </w:r>
      <w:proofErr w:type="spellEnd"/>
    </w:p>
    <w:p w14:paraId="2A396A9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agtcaatcca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tcattgccta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cactatgtca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cttggtgcag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aaaattcagt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tgcttactct</w:t>
      </w:r>
      <w:proofErr w:type="spellEnd"/>
    </w:p>
    <w:p w14:paraId="77BA5F4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aataactcta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ttgccatacc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cacaaatttt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actattagtg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ttaccacaga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aattctacca</w:t>
      </w:r>
      <w:proofErr w:type="spellEnd"/>
    </w:p>
    <w:p w14:paraId="43E5BA0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gtgtctatga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ccaagacatc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agtagattgt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acaatgtaca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tttgtggtga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ttcaactgaa</w:t>
      </w:r>
      <w:proofErr w:type="spellEnd"/>
    </w:p>
    <w:p w14:paraId="5F1F526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tgcagcaatc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ttttgttgca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atatggcagt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ttttgtacac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aattaaaacg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tgctttaact</w:t>
      </w:r>
      <w:proofErr w:type="spellEnd"/>
    </w:p>
    <w:p w14:paraId="4FA9E0E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ggaatagctg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ttgaacaaga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caaaaacacc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caagaagttt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ttgcacaagt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caaacaaatt</w:t>
      </w:r>
      <w:proofErr w:type="spellEnd"/>
    </w:p>
    <w:p w14:paraId="432719A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tacaaaacac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caccaattaa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atattttggt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ggttttaatt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tttcacaaat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attaccagat</w:t>
      </w:r>
      <w:proofErr w:type="spellEnd"/>
    </w:p>
    <w:p w14:paraId="4E0FD39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ccatcaaaac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caagcaagag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gtcatttatt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gaagatctac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ttttcaacaa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agtgacactt</w:t>
      </w:r>
      <w:proofErr w:type="spellEnd"/>
    </w:p>
    <w:p w14:paraId="5034287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gcagatgctg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gcttcatcaa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acaatatggt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gattgccttg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gtgatattgc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tgctagagac</w:t>
      </w:r>
      <w:proofErr w:type="spellEnd"/>
    </w:p>
    <w:p w14:paraId="7C01E97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ctcatttgtg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cacaaaagtt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taaaggcctt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actgttttgc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cacctttgct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cacagatgaa</w:t>
      </w:r>
      <w:proofErr w:type="spellEnd"/>
    </w:p>
    <w:p w14:paraId="7066AB4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atgattgctc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aatacacttc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tgcactgtta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gcgggtacaa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tcacttctgg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ttggaccttt</w:t>
      </w:r>
      <w:proofErr w:type="spellEnd"/>
    </w:p>
    <w:p w14:paraId="2DC5F1C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ggtgcaggtg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ctgcattaca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aataccattt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gctatgcaaa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tggcttatag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gtttaatggt</w:t>
      </w:r>
      <w:proofErr w:type="spellEnd"/>
    </w:p>
    <w:p w14:paraId="1DD831B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attggagtta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cacagaatgt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tctctatgag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aaccaaaaat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tgattgccaa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ccaatttaat</w:t>
      </w:r>
      <w:proofErr w:type="spellEnd"/>
    </w:p>
    <w:p w14:paraId="09F6E5B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agtgctattg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gcaaaattca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agactcactt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tcttccacag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caagtgcact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tggaaaactt</w:t>
      </w:r>
      <w:proofErr w:type="spellEnd"/>
    </w:p>
    <w:p w14:paraId="5FD82AF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caagatgtgg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tcaaccataa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tgcacaagct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ttaaacacgc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ttgttaaaca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acttagctcc</w:t>
      </w:r>
      <w:proofErr w:type="spellEnd"/>
    </w:p>
    <w:p w14:paraId="02F6605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aaatttggtg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caatttcaag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tgttttaaat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gatatctttt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cacgtcttga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caaagttgag</w:t>
      </w:r>
      <w:proofErr w:type="spellEnd"/>
    </w:p>
    <w:p w14:paraId="40DAAC1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gctgaagtgc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aaattgatag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gttgatcaca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ggcagacttc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aaagtttgca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gacatatgtg</w:t>
      </w:r>
      <w:proofErr w:type="spellEnd"/>
    </w:p>
    <w:p w14:paraId="2007E67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actcaacaat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taattagagc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tgcagaaatc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agagcttctg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ctaatcttgc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tgctactaaa</w:t>
      </w:r>
      <w:proofErr w:type="spellEnd"/>
    </w:p>
    <w:p w14:paraId="6A20347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atgtcagagt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gtgtacttgg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acaatcaaaa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agagttgatt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tttgtggaaa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gggctatcat</w:t>
      </w:r>
      <w:proofErr w:type="spellEnd"/>
    </w:p>
    <w:p w14:paraId="708AD5D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cttatgtcct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tccctcagtc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agcacctcat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ggtgtagtct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tcttgcatgt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gacttatgtc</w:t>
      </w:r>
      <w:proofErr w:type="spellEnd"/>
    </w:p>
    <w:p w14:paraId="193B3E1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cctgcacaag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aaaagaactt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cacaactgct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cctgccattt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gtcatgatgg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aaaagcacac</w:t>
      </w:r>
      <w:proofErr w:type="spellEnd"/>
    </w:p>
    <w:p w14:paraId="10C9412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tttcctcgtg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aaggtgtctt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tgtttcaaat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ggcacacact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ggtttgtaac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acaaaggaat</w:t>
      </w:r>
      <w:proofErr w:type="spellEnd"/>
    </w:p>
    <w:p w14:paraId="13D4943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ttttatgaac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cacaaatcat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tactacagac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aacacatttg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tgtctggtaa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ctgtgatgtt</w:t>
      </w:r>
      <w:proofErr w:type="spellEnd"/>
    </w:p>
    <w:p w14:paraId="5D46B3C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gtaataggaa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ttgtcaacaa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cacagtttat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gatcctttgc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aacctgaatt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agattcattc</w:t>
      </w:r>
      <w:proofErr w:type="spellEnd"/>
    </w:p>
    <w:p w14:paraId="7C6CDE0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aaggaggagt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tagataaata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ttttaagaat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catacatcac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cagatgttga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tttaggtgac</w:t>
      </w:r>
      <w:proofErr w:type="spellEnd"/>
    </w:p>
    <w:p w14:paraId="778E4D2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atctctggca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ttaatgcttc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agttgtaaac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attcaaaaag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aaattgaccg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cctcaatgag</w:t>
      </w:r>
      <w:proofErr w:type="spellEnd"/>
    </w:p>
    <w:p w14:paraId="29324A8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gttgccaaga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atttaaatga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atctctcatc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gatctccaag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aacttggaaa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gtatgagcag</w:t>
      </w:r>
      <w:proofErr w:type="spellEnd"/>
    </w:p>
    <w:p w14:paraId="0960E40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tatataaaat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ggccatggta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catttggcta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ggttttatag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ctggcttgat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tgccatagta</w:t>
      </w:r>
      <w:proofErr w:type="spellEnd"/>
    </w:p>
    <w:p w14:paraId="6519682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atggtgacaa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ttatgctttg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ctgtatgacc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agttgctgta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gttgtctcaa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gggctgttgt</w:t>
      </w:r>
      <w:proofErr w:type="spellEnd"/>
    </w:p>
    <w:p w14:paraId="1ABD075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tcttgtggat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cctgctgcaa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atttgatgaa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gacgactctg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agccagtgct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caaaggagtc</w:t>
      </w:r>
      <w:proofErr w:type="spellEnd"/>
    </w:p>
    <w:p w14:paraId="60D0764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aaattacatt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acacataaac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gaacttatgg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atttgtttat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gagaatcttc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acaattggaa</w:t>
      </w:r>
      <w:proofErr w:type="spellEnd"/>
    </w:p>
    <w:p w14:paraId="3855F5B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ctgtaacttt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gaagcaaggt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gaaatcaagg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atgctactcc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ttcagatttt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gttcgcgcta</w:t>
      </w:r>
      <w:proofErr w:type="spellEnd"/>
    </w:p>
    <w:p w14:paraId="54C0D76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ctgcaacgat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accgatacaa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gcctcactcc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ctttcggatg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gcttattgtt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ggcgttgcac</w:t>
      </w:r>
      <w:proofErr w:type="spellEnd"/>
    </w:p>
    <w:p w14:paraId="05148DC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ttcttgctgt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ttttcagagc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gcttccaaaa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tcataactct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caaaaagaga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tggcaactag</w:t>
      </w:r>
      <w:proofErr w:type="spellEnd"/>
    </w:p>
    <w:p w14:paraId="008F820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cactctccaa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gggtgttcac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tttgtttgca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acttgctgtt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gttgtttgta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acagtttact</w:t>
      </w:r>
      <w:proofErr w:type="spellEnd"/>
    </w:p>
    <w:p w14:paraId="1C7B262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cacacctttt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gctcgttgct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gctggccttg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aagccccttt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tctctatctt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tatgctttag</w:t>
      </w:r>
      <w:proofErr w:type="spellEnd"/>
    </w:p>
    <w:p w14:paraId="3B72513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tctacttctt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gcagagtata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aactttgtaa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gaataataat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gaggctttgg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ctttgctgga</w:t>
      </w:r>
      <w:proofErr w:type="spellEnd"/>
    </w:p>
    <w:p w14:paraId="2BA2D48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aatgccgttc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caaaaaccca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ttactttatg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atgccaacta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ttttctttgc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tggcatacta</w:t>
      </w:r>
      <w:proofErr w:type="spellEnd"/>
    </w:p>
    <w:p w14:paraId="20BF447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attgttacga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ctattgtata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ccttacaata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gtgtaacttc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ttcaattgtc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attacttcag</w:t>
      </w:r>
      <w:proofErr w:type="spellEnd"/>
    </w:p>
    <w:p w14:paraId="64B2366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gtgatggcac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aacaagtcct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atttctgaac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atgactacca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gattggtggt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tatactgaaa</w:t>
      </w:r>
      <w:proofErr w:type="spellEnd"/>
    </w:p>
    <w:p w14:paraId="23DE484B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aatgggaatc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tggagtaaaa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gactgtgttg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tattacacag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ttacttcact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</w:p>
    <w:p w14:paraId="2188192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accagctgta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ctcaactcaa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ttgagtacag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acactggtgt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tgaacatgtt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accttcttca</w:t>
      </w:r>
      <w:proofErr w:type="spellEnd"/>
    </w:p>
    <w:p w14:paraId="7D3A821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tctacaataa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aattgttgat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gagcctgaag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aacatgtcca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aattcacaca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atcgacggtt</w:t>
      </w:r>
      <w:proofErr w:type="spellEnd"/>
    </w:p>
    <w:p w14:paraId="489E067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catccggagt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tgttaatcca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gtaatggaac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caatttatga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tgaaccgacg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acgactacta</w:t>
      </w:r>
      <w:proofErr w:type="spellEnd"/>
    </w:p>
    <w:p w14:paraId="716B208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gcgtgccttt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gtaagcacaa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gctgatgagt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acgaacttat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gtactcattc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gtttcggaag</w:t>
      </w:r>
      <w:proofErr w:type="spellEnd"/>
    </w:p>
    <w:p w14:paraId="35CAD8D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agataggtac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gttaatagtt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aatagcgtac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ttctttttct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tgctttcgtg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gtattcttgc</w:t>
      </w:r>
      <w:proofErr w:type="spellEnd"/>
    </w:p>
    <w:p w14:paraId="41ECAFC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tagttacact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agccatcctt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actgcgcttc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gattgtgtgc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gtactgctgc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aatattgtta</w:t>
      </w:r>
      <w:proofErr w:type="spellEnd"/>
    </w:p>
    <w:p w14:paraId="301F532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acgtgagtct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tgtaaaacct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tctttttacg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tttactctcg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tgttaaaaat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ctgaattctt</w:t>
      </w:r>
      <w:proofErr w:type="spellEnd"/>
    </w:p>
    <w:p w14:paraId="3CC7044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ctagagttcc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tgatcttctg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gtctaaacga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actaaatatt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atattagttt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ttctgtttgg</w:t>
      </w:r>
      <w:proofErr w:type="spellEnd"/>
    </w:p>
    <w:p w14:paraId="39FBAED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aactttaatt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ttagccatgg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caggttccaa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cggtactatt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accgttgaag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agcttaaaaa</w:t>
      </w:r>
      <w:proofErr w:type="spellEnd"/>
    </w:p>
    <w:p w14:paraId="077078C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gctccttgaa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gaatggaacc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tagtaatagg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tttcctattc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cttacatgga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tttgtcttct</w:t>
      </w:r>
      <w:proofErr w:type="spellEnd"/>
    </w:p>
    <w:p w14:paraId="00D5527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acaatttgcc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tatgccaaca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ggaataggtt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tttgtatata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attaagttaa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ttttcctctg</w:t>
      </w:r>
      <w:proofErr w:type="spellEnd"/>
    </w:p>
    <w:p w14:paraId="12CA5F1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gctgttatgg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ccagtaactt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taacttgttt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tgtgcttgct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gctgtttaca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gaataaattg</w:t>
      </w:r>
      <w:proofErr w:type="spellEnd"/>
    </w:p>
    <w:p w14:paraId="78AF2C2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gatcaccggt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ggaattgcta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tcgcaatggc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ttgtcttgta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ggcttgatgt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ggctcagcta</w:t>
      </w:r>
      <w:proofErr w:type="spellEnd"/>
    </w:p>
    <w:p w14:paraId="733ECDD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cttcattgct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tctttcagac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tgtttgcgcg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tacgcgttcc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atgtggtcat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tcaatccaga</w:t>
      </w:r>
      <w:proofErr w:type="spellEnd"/>
    </w:p>
    <w:p w14:paraId="4B6BB3B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aactaacatt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cttctcaacg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tgccactcca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tggcactatt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ctgaccagac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cgcttctaga</w:t>
      </w:r>
      <w:proofErr w:type="spellEnd"/>
    </w:p>
    <w:p w14:paraId="7DD9F14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aagtgaactc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gtaatcggag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ctgtgatcct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tcgtggacat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cttcgtattg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ctggacacca</w:t>
      </w:r>
      <w:proofErr w:type="spellEnd"/>
    </w:p>
    <w:p w14:paraId="2D0B334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tctaggacnn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tgtgacatca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aggacctgcc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taaagaaatc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actgttgcta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cannacgaac</w:t>
      </w:r>
      <w:proofErr w:type="spellEnd"/>
    </w:p>
    <w:p w14:paraId="21BADAAD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gctttcttat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tacaaattgg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gagcttcgca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gcgtgtagca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ggtgactcag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gttttgctgc</w:t>
      </w:r>
      <w:proofErr w:type="spellEnd"/>
    </w:p>
    <w:p w14:paraId="1863D4F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atacagtcgc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tacaggattg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gcaactataa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attaaacaca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gaccattcca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gtagcagtga</w:t>
      </w:r>
      <w:proofErr w:type="spellEnd"/>
    </w:p>
    <w:p w14:paraId="48ED274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caatattgct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ttgcttgtac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agtaagtgac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aacagatgtt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tcatctcgtt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gactttcagg</w:t>
      </w:r>
      <w:proofErr w:type="spellEnd"/>
    </w:p>
    <w:p w14:paraId="4D09713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ttactatagc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agagatatta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ctaattatta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tgcggacttt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taaagtttcc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atttggaatc</w:t>
      </w:r>
      <w:proofErr w:type="spellEnd"/>
    </w:p>
    <w:p w14:paraId="7E49265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ttgattacat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cataaacctc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ataattaaaa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atttatctaa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gtcactaact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gagaataaat</w:t>
      </w:r>
      <w:proofErr w:type="spellEnd"/>
    </w:p>
    <w:p w14:paraId="574FDB6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attctcaatt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agatgaagag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caaccaatgg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agattgatta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aaaattattc</w:t>
      </w:r>
      <w:proofErr w:type="spellEnd"/>
    </w:p>
    <w:p w14:paraId="2D9FC5B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ttttcttggc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actgataaca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ctcgctactt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gtgagcttta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tcactaccaa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gagtgtgtta</w:t>
      </w:r>
      <w:proofErr w:type="spellEnd"/>
    </w:p>
    <w:p w14:paraId="6571077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gaggtacaac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agtactttta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aaagaacctt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gctcttctgg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aacatacgag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ggcaattcac</w:t>
      </w:r>
      <w:proofErr w:type="spellEnd"/>
    </w:p>
    <w:p w14:paraId="3C39834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catttcatcc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tctagctgat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aacaaatttg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cactgacttg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ctttagcact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caatttgctt</w:t>
      </w:r>
      <w:proofErr w:type="spellEnd"/>
    </w:p>
    <w:p w14:paraId="056F1DF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ttgcttgtcc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tgacggcgta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aaacacgtct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atcagttacg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tgccagatca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gtttcaccta</w:t>
      </w:r>
      <w:proofErr w:type="spellEnd"/>
    </w:p>
    <w:p w14:paraId="12DCF29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aactgttcat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cagacaagag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gaagttcaag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aactttactc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tccaattttt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cttattgttg</w:t>
      </w:r>
      <w:proofErr w:type="spellEnd"/>
    </w:p>
    <w:p w14:paraId="415308E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cggcaatagt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gtttataaca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ctttgcttca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cactcaaaag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aaagacagaa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tgattgaact</w:t>
      </w:r>
      <w:proofErr w:type="spellEnd"/>
    </w:p>
    <w:p w14:paraId="298990C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ttcattaatt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gacttctatt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tgtgcttttt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agcctttctg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ttattccttg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ttttaattat</w:t>
      </w:r>
      <w:proofErr w:type="spellEnd"/>
    </w:p>
    <w:p w14:paraId="1D83529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gcttattatc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ttttggttct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cacttgaact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gcaagatcat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aatgaaactt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gtcacgccta</w:t>
      </w:r>
      <w:proofErr w:type="spellEnd"/>
    </w:p>
    <w:p w14:paraId="52037AB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aaatttcttg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ttttcttagg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aatcatcaca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actgtagctg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catttcacca</w:t>
      </w:r>
      <w:proofErr w:type="spellEnd"/>
    </w:p>
    <w:p w14:paraId="6A868EF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agaatgtagt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ttacagtcat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gtactcaaca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tcaaccatat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gtagttgatg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acccgtgtcc</w:t>
      </w:r>
      <w:proofErr w:type="spellEnd"/>
    </w:p>
    <w:p w14:paraId="4728BD6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tattcacttc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tattctaaat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ggtatattag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agtaggagct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agaaaatcag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cacctttaat</w:t>
      </w:r>
      <w:proofErr w:type="spellEnd"/>
    </w:p>
    <w:p w14:paraId="00F7006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tgaattgtgc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gtggatgagg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ctggttctaa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atcacccatt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cagtacatcg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atatcggtaa</w:t>
      </w:r>
      <w:proofErr w:type="spellEnd"/>
    </w:p>
    <w:p w14:paraId="1ED7E73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ttatacagtt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tcctgtttac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cttttacaat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taattgccag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gaacctaaat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tgggtagtct</w:t>
      </w:r>
      <w:proofErr w:type="spellEnd"/>
    </w:p>
    <w:p w14:paraId="5BCDAA0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tgtagtgcgt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tgttcgttct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atgaagactt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tttagagtat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catgacgttc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gtgttgtttt</w:t>
      </w:r>
      <w:proofErr w:type="spellEnd"/>
    </w:p>
    <w:p w14:paraId="7C00C8B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agatttcatc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aacttaaatg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tctgataatg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gaccccaaaa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tcagcgaaat</w:t>
      </w:r>
      <w:proofErr w:type="spellEnd"/>
    </w:p>
    <w:p w14:paraId="4520E18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gcactccgca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ttacgtttgg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tggaccctca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gattcaactg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gcagtaacca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gaatggtggg</w:t>
      </w:r>
      <w:proofErr w:type="spellEnd"/>
    </w:p>
    <w:p w14:paraId="1978079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gcgcgatcaa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aacaacgtcg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gccccaaggt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ttacccaata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atactgcgtc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ttggttcacc</w:t>
      </w:r>
      <w:proofErr w:type="spellEnd"/>
    </w:p>
    <w:p w14:paraId="2CC779F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gctctcactc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aacatggcaa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ggaagacctt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aaattccctc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gaggacaagg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cgttccaatt</w:t>
      </w:r>
      <w:proofErr w:type="spellEnd"/>
    </w:p>
    <w:p w14:paraId="7B9E608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aacaccaata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gcagtccaga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tgaccaaatt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ggctactacc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gaagagctac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cagacgaatt</w:t>
      </w:r>
      <w:proofErr w:type="spellEnd"/>
    </w:p>
    <w:p w14:paraId="05EA018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cgtggtggtg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acggtaaaat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gaaagatctc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agtccaagat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ggtatttcta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ctacctagga</w:t>
      </w:r>
      <w:proofErr w:type="spellEnd"/>
    </w:p>
    <w:p w14:paraId="7D4A1DEA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actgggccag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aagctggact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tccctatggt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gctaacaaag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acggcatcat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atgggttgca</w:t>
      </w:r>
      <w:proofErr w:type="spellEnd"/>
    </w:p>
    <w:p w14:paraId="1F6A93D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actgagggag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ccttgaatac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accaaaagat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cacattggca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cccgcaatcc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tgctaacaat</w:t>
      </w:r>
      <w:proofErr w:type="spellEnd"/>
    </w:p>
    <w:p w14:paraId="56B6866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gctgcaatcg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tgctacaact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tcctcaagga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acaacattgc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caaaaggctt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ctacgcagaa</w:t>
      </w:r>
      <w:proofErr w:type="spellEnd"/>
    </w:p>
    <w:p w14:paraId="3350164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gggagcagag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gcggcagtca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agcctcttct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cgttcctcat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cacgtagtcg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caacagttca</w:t>
      </w:r>
      <w:proofErr w:type="spellEnd"/>
    </w:p>
    <w:p w14:paraId="2274A134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agaaattcaa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ctccaggcag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cagtaaacga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acttctcctg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ctagaatggc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tggcaatggc</w:t>
      </w:r>
      <w:proofErr w:type="spellEnd"/>
    </w:p>
    <w:p w14:paraId="6F590CD2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ggtgatgctg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ctcttgcttt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gctgctgctt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gacagattga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accagcttga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gagcaaaatg</w:t>
      </w:r>
      <w:proofErr w:type="spellEnd"/>
    </w:p>
    <w:p w14:paraId="464DD8B0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tctggtaaag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gccaacaaca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acaaggccaa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actgtcacta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agaaatctgc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tgctgaggct</w:t>
      </w:r>
      <w:proofErr w:type="spellEnd"/>
    </w:p>
    <w:p w14:paraId="337EB04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tctaagaagc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ctcggcaaaa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acgtactgcc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actaaagcat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acaatgtaac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acaagctttc</w:t>
      </w:r>
      <w:proofErr w:type="spellEnd"/>
    </w:p>
    <w:p w14:paraId="1E3D738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ggcagacgtg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gtccagaaca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aacccaagga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aattttgggg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accaggaact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aatcagacaa</w:t>
      </w:r>
      <w:proofErr w:type="spellEnd"/>
    </w:p>
    <w:p w14:paraId="3686C74F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ggaactgatt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acaaacattg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gccgcaaatt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gcacaatttg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cccccagcgc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ttcagcgttc</w:t>
      </w:r>
      <w:proofErr w:type="spellEnd"/>
    </w:p>
    <w:p w14:paraId="6B98E86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ttcggaatgt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cgcgcattgg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catggaagtc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acaccttcgg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gaacgtggtt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gacctacaca</w:t>
      </w:r>
      <w:proofErr w:type="spellEnd"/>
    </w:p>
    <w:p w14:paraId="6419AFC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ggtgccatca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aattggatga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caaagatcca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aatttcaaag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atcaagtcat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tttgctgaat</w:t>
      </w:r>
      <w:proofErr w:type="spellEnd"/>
    </w:p>
    <w:p w14:paraId="4879742E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aagcatattg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acgcatacaa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aacattccca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ccaacagagc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ctaaaaagga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caaaaagaag</w:t>
      </w:r>
      <w:proofErr w:type="spellEnd"/>
    </w:p>
    <w:p w14:paraId="766AF175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aaggctgatg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aaactcaagc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cttaccgcag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agacagaaga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aacagcaaac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tgtgactctt</w:t>
      </w:r>
      <w:proofErr w:type="spellEnd"/>
    </w:p>
    <w:p w14:paraId="7FBE1328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cttcctgctg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cagatttgga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tgatttctcc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aaacaattgc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aacaatccat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gagcagtgct</w:t>
      </w:r>
      <w:proofErr w:type="spellEnd"/>
    </w:p>
    <w:p w14:paraId="39F1D6E6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gactcaactc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aggcctaaac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tcatgcagac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cacacaaggc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agatgggcta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tataaacgtt</w:t>
      </w:r>
      <w:proofErr w:type="spellEnd"/>
    </w:p>
    <w:p w14:paraId="0DCE08A7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ttcgcttttc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cgtttacgat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atatagtcta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ctcttgtgca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gaatgaattc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tcgtaactac</w:t>
      </w:r>
      <w:proofErr w:type="spellEnd"/>
    </w:p>
    <w:p w14:paraId="342EB301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atagcacaag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tagatgtagt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taactttaat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ctcacatagc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aatctttaat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cagtgtgtaa</w:t>
      </w:r>
      <w:proofErr w:type="spellEnd"/>
    </w:p>
    <w:p w14:paraId="7E95FA0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cattagggag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gacttgaaag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agccaccaca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ttttcaccga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ggccacgcgg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agtacgatcg</w:t>
      </w:r>
      <w:proofErr w:type="spellEnd"/>
    </w:p>
    <w:p w14:paraId="5AA53E53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agtgtacagt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gaacaatgct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agggagagct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gcctatatgg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aagagcccta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atgtgtaaaa</w:t>
      </w:r>
      <w:proofErr w:type="spellEnd"/>
    </w:p>
    <w:p w14:paraId="1054CC19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ttaattttag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tagtgctatc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cccatgtgat</w:t>
      </w:r>
      <w:proofErr w:type="spellEnd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tttaatagc</w:t>
      </w:r>
      <w:proofErr w:type="spellEnd"/>
    </w:p>
    <w:p w14:paraId="20269BAC" w14:textId="77777777" w:rsidR="00D14C30" w:rsidRPr="00D14C30" w:rsidRDefault="00D14C30" w:rsidP="00D14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14C3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39F9CF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3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14C30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8332EB"/>
  <w15:chartTrackingRefBased/>
  <w15:docId w15:val="{8EC1F20A-9329-D042-A256-6B0CED8F4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7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72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5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7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62173</Characters>
  <Application>Microsoft Office Word</Application>
  <DocSecurity>0</DocSecurity>
  <Lines>518</Lines>
  <Paragraphs>145</Paragraphs>
  <ScaleCrop>false</ScaleCrop>
  <Company/>
  <LinksUpToDate>false</LinksUpToDate>
  <CharactersWithSpaces>72935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2023-02-06T05:06:00Z</dcterms:created>
  <dcterms:modified xsi:type="dcterms:W3CDTF">2023-02-06T05:08:00Z</dcterms:modified>
</cp:coreProperties>
</file>